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5"/>
        <w:gridCol w:w="90"/>
        <w:gridCol w:w="990"/>
        <w:gridCol w:w="1800"/>
        <w:gridCol w:w="90"/>
        <w:gridCol w:w="1170"/>
        <w:gridCol w:w="360"/>
        <w:gridCol w:w="1491"/>
      </w:tblGrid>
      <w:tr w:rsidR="00245C2D" w:rsidRPr="00432A14" w14:paraId="45448CD2" w14:textId="77777777" w:rsidTr="007A07B9">
        <w:trPr>
          <w:trHeight w:val="432"/>
          <w:tblHeader/>
          <w:jc w:val="center"/>
        </w:trPr>
        <w:tc>
          <w:tcPr>
            <w:tcW w:w="7735" w:type="dxa"/>
            <w:gridSpan w:val="4"/>
            <w:tcBorders>
              <w:right w:val="nil"/>
            </w:tcBorders>
            <w:shd w:val="clear" w:color="auto" w:fill="auto"/>
            <w:vAlign w:val="center"/>
          </w:tcPr>
          <w:p w14:paraId="4763233D" w14:textId="12F0E4FA" w:rsidR="00245C2D" w:rsidRPr="00432A14" w:rsidRDefault="00245C2D" w:rsidP="00EA1457">
            <w:pPr>
              <w:pStyle w:val="Heading1"/>
            </w:pPr>
            <w:r w:rsidRPr="00432A14">
              <w:br w:type="page"/>
            </w:r>
            <w:bookmarkStart w:id="0" w:name="_Toc522790291"/>
            <w:bookmarkStart w:id="1" w:name="_Toc90981337"/>
            <w:bookmarkStart w:id="2" w:name="_Toc93492044"/>
            <w:bookmarkStart w:id="3" w:name="_Toc114213601"/>
            <w:r w:rsidRPr="00432A14">
              <w:rPr>
                <w:smallCaps/>
              </w:rPr>
              <w:t>P</w:t>
            </w:r>
            <w:r w:rsidR="006E3231" w:rsidRPr="00432A14">
              <w:rPr>
                <w:smallCaps/>
              </w:rPr>
              <w:t>SO</w:t>
            </w:r>
            <w:r w:rsidRPr="00432A14">
              <w:rPr>
                <w:smallCaps/>
              </w:rPr>
              <w:t xml:space="preserve"> 1</w:t>
            </w:r>
            <w:r w:rsidR="00523740" w:rsidRPr="00432A14">
              <w:rPr>
                <w:smallCaps/>
              </w:rPr>
              <w:t>0</w:t>
            </w:r>
            <w:r w:rsidRPr="00432A14">
              <w:rPr>
                <w:smallCaps/>
              </w:rPr>
              <w:t xml:space="preserve">: </w:t>
            </w:r>
            <w:bookmarkEnd w:id="0"/>
            <w:bookmarkEnd w:id="1"/>
            <w:bookmarkEnd w:id="2"/>
            <w:bookmarkEnd w:id="3"/>
            <w:r w:rsidR="006E3231" w:rsidRPr="00432A14">
              <w:rPr>
                <w:smallCaps/>
              </w:rPr>
              <w:t>Capacidad de producción exportadora</w:t>
            </w:r>
          </w:p>
        </w:tc>
        <w:tc>
          <w:tcPr>
            <w:tcW w:w="3111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5645092D" w14:textId="15BC2A45" w:rsidR="00DF0AB7" w:rsidRPr="00432A14" w:rsidRDefault="00245C2D" w:rsidP="0070608E">
            <w:pPr>
              <w:spacing w:before="40"/>
              <w:jc w:val="right"/>
              <w:rPr>
                <w:sz w:val="20"/>
                <w:szCs w:val="22"/>
              </w:rPr>
            </w:pPr>
            <w:r w:rsidRPr="00432A14">
              <w:rPr>
                <w:sz w:val="20"/>
                <w:szCs w:val="22"/>
              </w:rPr>
              <w:t xml:space="preserve">USDA </w:t>
            </w:r>
            <w:proofErr w:type="spellStart"/>
            <w:r w:rsidRPr="00432A14">
              <w:rPr>
                <w:sz w:val="20"/>
                <w:szCs w:val="22"/>
              </w:rPr>
              <w:t>Organic</w:t>
            </w:r>
            <w:proofErr w:type="spellEnd"/>
            <w:r w:rsidRPr="00432A14">
              <w:rPr>
                <w:sz w:val="20"/>
                <w:szCs w:val="22"/>
              </w:rPr>
              <w:t xml:space="preserve"> </w:t>
            </w:r>
            <w:proofErr w:type="spellStart"/>
            <w:r w:rsidRPr="00432A14">
              <w:rPr>
                <w:sz w:val="20"/>
                <w:szCs w:val="22"/>
              </w:rPr>
              <w:t>Regulations</w:t>
            </w:r>
            <w:proofErr w:type="spellEnd"/>
            <w:r w:rsidRPr="00432A14">
              <w:rPr>
                <w:sz w:val="20"/>
                <w:szCs w:val="22"/>
              </w:rPr>
              <w:t xml:space="preserve"> §205.</w:t>
            </w:r>
            <w:r w:rsidR="00F02274" w:rsidRPr="00432A14">
              <w:rPr>
                <w:sz w:val="20"/>
                <w:szCs w:val="22"/>
              </w:rPr>
              <w:t>273</w:t>
            </w:r>
          </w:p>
          <w:p w14:paraId="0EAE06B8" w14:textId="70B16FFC" w:rsidR="00245C2D" w:rsidRPr="00432A14" w:rsidRDefault="006E3231" w:rsidP="00DF0AB7">
            <w:pPr>
              <w:spacing w:after="40"/>
              <w:jc w:val="right"/>
              <w:rPr>
                <w:rFonts w:cs="Arial"/>
                <w:b/>
                <w:bCs/>
                <w:iCs/>
                <w:sz w:val="20"/>
                <w:szCs w:val="22"/>
              </w:rPr>
            </w:pPr>
            <w:r w:rsidRPr="00432A14">
              <w:rPr>
                <w:sz w:val="20"/>
                <w:szCs w:val="22"/>
              </w:rPr>
              <w:t xml:space="preserve">Reglamento </w:t>
            </w:r>
            <w:r w:rsidR="00245C2D" w:rsidRPr="00432A14">
              <w:rPr>
                <w:sz w:val="20"/>
                <w:szCs w:val="22"/>
              </w:rPr>
              <w:t>(U</w:t>
            </w:r>
            <w:r w:rsidR="00824088" w:rsidRPr="00432A14">
              <w:rPr>
                <w:sz w:val="20"/>
                <w:szCs w:val="22"/>
              </w:rPr>
              <w:t>E</w:t>
            </w:r>
            <w:r w:rsidR="00245C2D" w:rsidRPr="00432A14">
              <w:rPr>
                <w:sz w:val="20"/>
                <w:szCs w:val="22"/>
              </w:rPr>
              <w:t>) 2018/848</w:t>
            </w:r>
          </w:p>
        </w:tc>
      </w:tr>
      <w:tr w:rsidR="002E4544" w:rsidRPr="00432A14" w14:paraId="7FDC848C" w14:textId="77777777" w:rsidTr="00712F75">
        <w:trPr>
          <w:trHeight w:val="269"/>
          <w:jc w:val="center"/>
        </w:trPr>
        <w:tc>
          <w:tcPr>
            <w:tcW w:w="10846" w:type="dxa"/>
            <w:gridSpan w:val="8"/>
            <w:shd w:val="clear" w:color="auto" w:fill="auto"/>
          </w:tcPr>
          <w:p w14:paraId="6ABA15A0" w14:textId="0A45EF4F" w:rsidR="002E4544" w:rsidRPr="00432A14" w:rsidRDefault="0076592B" w:rsidP="007E1766">
            <w:pPr>
              <w:spacing w:before="40" w:after="40"/>
              <w:rPr>
                <w:i/>
                <w:iCs/>
                <w:sz w:val="24"/>
                <w:szCs w:val="28"/>
              </w:rPr>
            </w:pPr>
            <w:r w:rsidRPr="00432A14">
              <w:rPr>
                <w:i/>
                <w:iCs/>
                <w:sz w:val="24"/>
                <w:szCs w:val="28"/>
              </w:rPr>
              <w:t>Complete esta sección si su operación exportará productos como orgánicos a un país extranjero.</w:t>
            </w:r>
            <w:r w:rsidR="00285657" w:rsidRPr="00432A14">
              <w:rPr>
                <w:i/>
                <w:iCs/>
                <w:sz w:val="24"/>
                <w:szCs w:val="28"/>
              </w:rPr>
              <w:t xml:space="preserve"> </w:t>
            </w:r>
          </w:p>
        </w:tc>
      </w:tr>
      <w:tr w:rsidR="00BF7380" w:rsidRPr="00432A14" w14:paraId="22E5ECE5" w14:textId="77777777" w:rsidTr="0076592B">
        <w:trPr>
          <w:trHeight w:val="576"/>
          <w:jc w:val="center"/>
        </w:trPr>
        <w:tc>
          <w:tcPr>
            <w:tcW w:w="5935" w:type="dxa"/>
            <w:gridSpan w:val="3"/>
            <w:shd w:val="clear" w:color="auto" w:fill="auto"/>
          </w:tcPr>
          <w:p w14:paraId="530D4F52" w14:textId="2DBBA67E" w:rsidR="00BF7380" w:rsidRPr="00432A14" w:rsidRDefault="0076592B" w:rsidP="00392B98">
            <w:pPr>
              <w:spacing w:before="40" w:after="40"/>
            </w:pPr>
            <w:r w:rsidRPr="00432A14">
              <w:t>Nombre de la operación</w:t>
            </w:r>
            <w:r w:rsidR="00BF7380" w:rsidRPr="00432A14">
              <w:t xml:space="preserve">: </w:t>
            </w:r>
            <w:r w:rsidR="00866B34"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32A14">
              <w:rPr>
                <w:rFonts w:ascii="Garamond" w:hAnsi="Garamond"/>
                <w:bCs/>
                <w:iCs/>
              </w:rPr>
            </w:r>
            <w:r w:rsidR="00866B34" w:rsidRPr="00432A14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1890" w:type="dxa"/>
            <w:gridSpan w:val="2"/>
            <w:shd w:val="clear" w:color="auto" w:fill="auto"/>
          </w:tcPr>
          <w:p w14:paraId="74F420A9" w14:textId="113771FB" w:rsidR="00BF7380" w:rsidRPr="00432A14" w:rsidRDefault="0076592B" w:rsidP="00392B98">
            <w:pPr>
              <w:spacing w:before="40" w:after="40"/>
            </w:pPr>
            <w:r w:rsidRPr="00432A14">
              <w:t>No. de Entidad</w:t>
            </w:r>
            <w:r w:rsidR="00BF7380" w:rsidRPr="00432A14">
              <w:t>:</w:t>
            </w:r>
            <w:r w:rsidR="00866B34" w:rsidRPr="00432A14">
              <w:t xml:space="preserve"> </w:t>
            </w:r>
            <w:r w:rsidR="000946EF" w:rsidRPr="00432A14">
              <w:br/>
            </w:r>
            <w:r w:rsidR="00866B34"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32A14">
              <w:rPr>
                <w:rFonts w:ascii="Garamond" w:hAnsi="Garamond"/>
                <w:bCs/>
                <w:iCs/>
              </w:rPr>
            </w:r>
            <w:r w:rsidR="00866B34" w:rsidRPr="00432A14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38BC17B2" w14:textId="2E49071D" w:rsidR="00BF7380" w:rsidRPr="00432A14" w:rsidRDefault="0076592B" w:rsidP="00392B98">
            <w:pPr>
              <w:spacing w:before="40" w:after="40"/>
            </w:pPr>
            <w:r w:rsidRPr="00432A14">
              <w:rPr>
                <w:sz w:val="20"/>
                <w:szCs w:val="22"/>
              </w:rPr>
              <w:t>Fecha de finalización o actualización</w:t>
            </w:r>
            <w:r w:rsidR="00BF7380" w:rsidRPr="00432A14">
              <w:rPr>
                <w:sz w:val="20"/>
                <w:szCs w:val="22"/>
              </w:rPr>
              <w:t>:</w:t>
            </w:r>
            <w:r w:rsidR="007A07B9" w:rsidRPr="00432A14">
              <w:br/>
            </w:r>
            <w:r w:rsidR="00866B34"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66B34"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66B34" w:rsidRPr="00432A14">
              <w:rPr>
                <w:rFonts w:ascii="Garamond" w:hAnsi="Garamond"/>
                <w:bCs/>
                <w:iCs/>
              </w:rPr>
            </w:r>
            <w:r w:rsidR="00866B34" w:rsidRPr="00432A14">
              <w:rPr>
                <w:rFonts w:ascii="Garamond" w:hAnsi="Garamond"/>
                <w:bCs/>
                <w:iCs/>
              </w:rPr>
              <w:fldChar w:fldCharType="separate"/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t> </w:t>
            </w:r>
            <w:r w:rsidR="00866B34"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5E1A92" w:rsidRPr="00432A14" w14:paraId="6DD3F33B" w14:textId="77777777" w:rsidTr="001F1B2B">
        <w:trPr>
          <w:trHeight w:val="386"/>
          <w:jc w:val="center"/>
        </w:trPr>
        <w:tc>
          <w:tcPr>
            <w:tcW w:w="10846" w:type="dxa"/>
            <w:gridSpan w:val="8"/>
            <w:shd w:val="clear" w:color="auto" w:fill="auto"/>
          </w:tcPr>
          <w:p w14:paraId="32EA9E9E" w14:textId="15CDC0F4" w:rsidR="005E1A92" w:rsidRPr="00432A14" w:rsidRDefault="00F47C8B" w:rsidP="00392B98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</w:pPr>
            <w:r w:rsidRPr="00432A14">
              <w:t>Enumere el volumen (cantidad) de producción anual total estimado para cada producto orgánico que puede exportarse bajo todos los estándares orgánicos. Esto se aplica a todo el volumen de producción, independientemente del mercado de destino.</w:t>
            </w:r>
          </w:p>
        </w:tc>
      </w:tr>
      <w:tr w:rsidR="005E1A92" w:rsidRPr="00432A14" w14:paraId="138988E0" w14:textId="77777777" w:rsidTr="00CF20F0">
        <w:trPr>
          <w:trHeight w:val="36"/>
          <w:jc w:val="center"/>
        </w:trPr>
        <w:tc>
          <w:tcPr>
            <w:tcW w:w="4855" w:type="dxa"/>
            <w:shd w:val="clear" w:color="auto" w:fill="auto"/>
          </w:tcPr>
          <w:p w14:paraId="5E444D9C" w14:textId="5BDD0D3B" w:rsidR="005E1A92" w:rsidRPr="00432A14" w:rsidRDefault="00F47C8B" w:rsidP="00392B98">
            <w:pPr>
              <w:spacing w:before="40" w:after="40"/>
              <w:rPr>
                <w:b/>
                <w:bCs/>
              </w:rPr>
            </w:pPr>
            <w:r w:rsidRPr="00432A14">
              <w:rPr>
                <w:b/>
                <w:bCs/>
              </w:rPr>
              <w:t>Nombr</w:t>
            </w:r>
            <w:r w:rsidR="0069123B" w:rsidRPr="00432A14">
              <w:rPr>
                <w:b/>
                <w:bCs/>
              </w:rPr>
              <w:t>e</w:t>
            </w:r>
            <w:r w:rsidRPr="00432A14">
              <w:rPr>
                <w:b/>
                <w:bCs/>
              </w:rPr>
              <w:t xml:space="preserve"> del producto</w:t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7D6235FB" w14:textId="116FFEE0" w:rsidR="00085971" w:rsidRPr="00432A14" w:rsidRDefault="00431292" w:rsidP="00392B98">
            <w:pPr>
              <w:spacing w:before="40" w:after="40"/>
              <w:rPr>
                <w:b/>
                <w:bCs/>
              </w:rPr>
            </w:pPr>
            <w:r w:rsidRPr="00432A14">
              <w:rPr>
                <w:b/>
                <w:bCs/>
              </w:rPr>
              <w:t>Volumen</w:t>
            </w:r>
            <w:r w:rsidR="00F47C8B" w:rsidRPr="00432A14">
              <w:rPr>
                <w:b/>
                <w:bCs/>
              </w:rPr>
              <w:t xml:space="preserve"> de producción anual </w:t>
            </w:r>
            <w:r w:rsidR="00392B98" w:rsidRPr="00432A14">
              <w:rPr>
                <w:b/>
                <w:bCs/>
              </w:rPr>
              <w:br/>
            </w:r>
            <w:r w:rsidR="00B5674D" w:rsidRPr="00432A14">
              <w:t>(</w:t>
            </w:r>
            <w:r w:rsidRPr="00432A14">
              <w:t>Especificar unidad de medida</w:t>
            </w:r>
            <w:r w:rsidR="009F148D" w:rsidRPr="00432A14">
              <w:t>)</w:t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1CF94BB" w14:textId="6327B10D" w:rsidR="005E1A92" w:rsidRPr="00432A14" w:rsidRDefault="00431292" w:rsidP="00392B98">
            <w:pPr>
              <w:spacing w:before="40" w:after="40"/>
              <w:rPr>
                <w:b/>
                <w:bCs/>
              </w:rPr>
            </w:pPr>
            <w:r w:rsidRPr="00432A14">
              <w:rPr>
                <w:b/>
                <w:bCs/>
              </w:rPr>
              <w:t>Área en producción orgánica</w:t>
            </w:r>
            <w:r w:rsidR="00F03D67" w:rsidRPr="00432A14">
              <w:rPr>
                <w:b/>
                <w:bCs/>
              </w:rPr>
              <w:t xml:space="preserve"> </w:t>
            </w:r>
            <w:r w:rsidR="00392B98" w:rsidRPr="00432A14">
              <w:rPr>
                <w:b/>
                <w:bCs/>
              </w:rPr>
              <w:br/>
            </w:r>
            <w:r w:rsidR="00F03D67" w:rsidRPr="00432A14">
              <w:t>(</w:t>
            </w:r>
            <w:r w:rsidR="0036158E" w:rsidRPr="00432A14">
              <w:t>solo para granjas</w:t>
            </w:r>
            <w:r w:rsidR="00F03D67" w:rsidRPr="00432A14">
              <w:t>)</w:t>
            </w:r>
          </w:p>
        </w:tc>
      </w:tr>
      <w:tr w:rsidR="007A07B9" w:rsidRPr="00432A14" w14:paraId="1385B900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11E1A064" w14:textId="5667E3CA" w:rsidR="007A07B9" w:rsidRPr="00432A14" w:rsidRDefault="007A07B9" w:rsidP="007A07B9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17D2CC49" w14:textId="54A71398" w:rsidR="007A07B9" w:rsidRPr="00432A14" w:rsidRDefault="007A07B9" w:rsidP="007A07B9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3A3B645B" w14:textId="1833D959" w:rsidR="007A07B9" w:rsidRPr="00432A14" w:rsidRDefault="007A07B9" w:rsidP="007A07B9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="00E83027" w:rsidRPr="00432A14">
              <w:rPr>
                <w:bCs/>
                <w:sz w:val="20"/>
                <w:szCs w:val="20"/>
              </w:rPr>
            </w:r>
            <w:r w:rsidR="00E83027"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="00E83027" w:rsidRPr="00432A14">
              <w:rPr>
                <w:bCs/>
                <w:sz w:val="20"/>
                <w:szCs w:val="20"/>
              </w:rPr>
            </w:r>
            <w:r w:rsidR="00E83027"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</w:t>
            </w:r>
            <w:r w:rsidR="0036158E" w:rsidRPr="00432A14">
              <w:rPr>
                <w:bCs/>
                <w:sz w:val="20"/>
                <w:szCs w:val="20"/>
              </w:rPr>
              <w:t>Hectáreas</w:t>
            </w:r>
          </w:p>
        </w:tc>
      </w:tr>
      <w:tr w:rsidR="0036158E" w:rsidRPr="00432A14" w14:paraId="64FB6C56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6E9F5874" w14:textId="464B6859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721146A2" w14:textId="3D2CE3DB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C16E27C" w14:textId="0DD606F0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44F405C3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E1EB1A4" w14:textId="4957DCD0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0A91BEC4" w14:textId="4A5D9B10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1C780F6A" w14:textId="0C8EDA32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3E41DD6F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8E3C3BF" w14:textId="1D64A9E2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4D94429" w14:textId="586D1D87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608DE2C7" w14:textId="6941233B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3BA8DB91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62F096B2" w14:textId="5FDD2363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42D21955" w14:textId="7E623738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7FD8CFCD" w14:textId="06C362DC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7D646236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25082FA8" w14:textId="3444432A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4618F6BB" w14:textId="63C26343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57FC1953" w14:textId="6C7B9DE0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3F1A71AD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3E277D3E" w14:textId="33BDE653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0BFC9BFA" w14:textId="0ED04468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F18A263" w14:textId="770B074D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1B88A4D3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4D4A33E" w14:textId="20C40116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2C8759DE" w14:textId="4A595734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7487DF26" w14:textId="6C898E4D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6CE4ACEE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2723C4DE" w14:textId="7FDCDD12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2244399D" w14:textId="41AB4BBC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6427FB68" w14:textId="4DC941AF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589A7BE7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59A90C71" w14:textId="1863163A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454F43C3" w14:textId="08A09993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1BCB12BC" w14:textId="6ADFB2A9" w:rsidR="0036158E" w:rsidRPr="00432A14" w:rsidRDefault="0036158E" w:rsidP="0036158E">
            <w:pPr>
              <w:spacing w:before="40" w:after="40"/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2F3BBCA1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788D5088" w14:textId="688ACFE5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0577847" w14:textId="305674BC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16AE13D6" w14:textId="068B670A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6E638428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0EEAE3A" w14:textId="625F9E06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1F9EC15C" w14:textId="093E3F33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286CBB8B" w14:textId="72D74381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2984067B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632A6394" w14:textId="2CD81310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C3AFF5A" w14:textId="786025D3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2E6310B0" w14:textId="55518C3B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5C97AB30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45CA56ED" w14:textId="326EA446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7E75A659" w14:textId="59A0E280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027BA5E3" w14:textId="527E871F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36158E" w:rsidRPr="00432A14" w14:paraId="6F7EC817" w14:textId="77777777" w:rsidTr="00CF20F0">
        <w:trPr>
          <w:trHeight w:val="31"/>
          <w:jc w:val="center"/>
        </w:trPr>
        <w:tc>
          <w:tcPr>
            <w:tcW w:w="4855" w:type="dxa"/>
            <w:shd w:val="clear" w:color="auto" w:fill="auto"/>
          </w:tcPr>
          <w:p w14:paraId="71086BF4" w14:textId="7E2BD1D7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2970" w:type="dxa"/>
            <w:gridSpan w:val="4"/>
            <w:shd w:val="clear" w:color="auto" w:fill="auto"/>
          </w:tcPr>
          <w:p w14:paraId="6B225D8F" w14:textId="721E1439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3021" w:type="dxa"/>
            <w:gridSpan w:val="3"/>
            <w:shd w:val="clear" w:color="auto" w:fill="auto"/>
          </w:tcPr>
          <w:p w14:paraId="206C22C6" w14:textId="74B591AB" w:rsidR="0036158E" w:rsidRPr="00432A14" w:rsidRDefault="0036158E" w:rsidP="0036158E">
            <w:pPr>
              <w:spacing w:before="40" w:after="40"/>
              <w:rPr>
                <w:rFonts w:ascii="Garamond" w:hAnsi="Garamond"/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  <w:r w:rsidRPr="00432A14">
              <w:rPr>
                <w:rFonts w:ascii="Garamond" w:hAnsi="Garamond"/>
                <w:bCs/>
                <w:iCs/>
              </w:rPr>
              <w:t xml:space="preserve">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Acres   </w:t>
            </w:r>
            <w:r w:rsidRPr="00432A14">
              <w:rPr>
                <w:bCs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  <w:sz w:val="20"/>
                <w:szCs w:val="20"/>
              </w:rPr>
              <w:instrText xml:space="preserve"> FORMCHECKBOX </w:instrText>
            </w:r>
            <w:r w:rsidRPr="00432A14">
              <w:rPr>
                <w:bCs/>
                <w:sz w:val="20"/>
                <w:szCs w:val="20"/>
              </w:rPr>
            </w:r>
            <w:r w:rsidRPr="00432A14">
              <w:rPr>
                <w:bCs/>
                <w:sz w:val="20"/>
                <w:szCs w:val="20"/>
              </w:rPr>
              <w:fldChar w:fldCharType="separate"/>
            </w:r>
            <w:r w:rsidRPr="00432A14">
              <w:rPr>
                <w:bCs/>
                <w:sz w:val="20"/>
                <w:szCs w:val="20"/>
              </w:rPr>
              <w:fldChar w:fldCharType="end"/>
            </w:r>
            <w:r w:rsidRPr="00432A14">
              <w:rPr>
                <w:bCs/>
                <w:sz w:val="20"/>
                <w:szCs w:val="20"/>
              </w:rPr>
              <w:t xml:space="preserve"> Hectáreas</w:t>
            </w:r>
          </w:p>
        </w:tc>
      </w:tr>
      <w:tr w:rsidR="00A11AB7" w:rsidRPr="00432A14" w14:paraId="75FE20B5" w14:textId="77777777" w:rsidTr="00392B98">
        <w:trPr>
          <w:trHeight w:val="1440"/>
          <w:jc w:val="center"/>
        </w:trPr>
        <w:tc>
          <w:tcPr>
            <w:tcW w:w="10846" w:type="dxa"/>
            <w:gridSpan w:val="8"/>
            <w:shd w:val="clear" w:color="auto" w:fill="auto"/>
          </w:tcPr>
          <w:p w14:paraId="1A2E1C3D" w14:textId="2BAE4809" w:rsidR="007C20B3" w:rsidRPr="00432A14" w:rsidRDefault="00575FA6" w:rsidP="00043F6B">
            <w:pPr>
              <w:pStyle w:val="ListParagraph"/>
              <w:numPr>
                <w:ilvl w:val="0"/>
                <w:numId w:val="37"/>
              </w:numPr>
              <w:spacing w:before="40" w:after="40"/>
              <w:ind w:left="338"/>
              <w:rPr>
                <w:bCs/>
                <w:iCs/>
              </w:rPr>
            </w:pPr>
            <w:r w:rsidRPr="00432A14">
              <w:rPr>
                <w:bCs/>
                <w:iCs/>
              </w:rPr>
              <w:t>Si su operación es un procesador, explique su capacidad para producir o manejar el volumen de producción anual estimado enumerado anteriormente, como infraestructura física, capacidades de TI, recursos humanos, etc., según corresponda a su operación</w:t>
            </w:r>
            <w:r w:rsidR="009E4C88" w:rsidRPr="00432A14">
              <w:rPr>
                <w:bCs/>
                <w:iCs/>
              </w:rPr>
              <w:t>.</w:t>
            </w:r>
            <w:r w:rsidR="00043F6B" w:rsidRPr="00432A14">
              <w:rPr>
                <w:bCs/>
                <w:iCs/>
              </w:rPr>
              <w:br/>
            </w:r>
            <w:r w:rsidR="007C20B3"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C20B3"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7C20B3" w:rsidRPr="00432A14">
              <w:rPr>
                <w:rFonts w:ascii="Garamond" w:hAnsi="Garamond"/>
                <w:bCs/>
                <w:iCs/>
              </w:rPr>
            </w:r>
            <w:r w:rsidR="007C20B3" w:rsidRPr="00432A14">
              <w:rPr>
                <w:rFonts w:ascii="Garamond" w:hAnsi="Garamond"/>
                <w:bCs/>
                <w:iCs/>
              </w:rPr>
              <w:fldChar w:fldCharType="separate"/>
            </w:r>
            <w:r w:rsidR="007C20B3" w:rsidRPr="00432A14">
              <w:rPr>
                <w:rFonts w:ascii="Garamond" w:hAnsi="Garamond"/>
              </w:rPr>
              <w:t> </w:t>
            </w:r>
            <w:r w:rsidR="007C20B3" w:rsidRPr="00432A14">
              <w:rPr>
                <w:rFonts w:ascii="Garamond" w:hAnsi="Garamond"/>
              </w:rPr>
              <w:t> </w:t>
            </w:r>
            <w:r w:rsidR="007C20B3" w:rsidRPr="00432A14">
              <w:rPr>
                <w:rFonts w:ascii="Garamond" w:hAnsi="Garamond"/>
              </w:rPr>
              <w:t> </w:t>
            </w:r>
            <w:r w:rsidR="007C20B3" w:rsidRPr="00432A14">
              <w:rPr>
                <w:rFonts w:ascii="Garamond" w:hAnsi="Garamond"/>
              </w:rPr>
              <w:t> </w:t>
            </w:r>
            <w:r w:rsidR="007C20B3" w:rsidRPr="00432A14">
              <w:rPr>
                <w:rFonts w:ascii="Garamond" w:hAnsi="Garamond"/>
              </w:rPr>
              <w:t> </w:t>
            </w:r>
            <w:r w:rsidR="007C20B3"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  <w:tr w:rsidR="007C20B3" w:rsidRPr="00432A14" w14:paraId="0FF5E718" w14:textId="77777777" w:rsidTr="00C62AAF">
        <w:trPr>
          <w:trHeight w:val="260"/>
          <w:jc w:val="center"/>
        </w:trPr>
        <w:tc>
          <w:tcPr>
            <w:tcW w:w="10846" w:type="dxa"/>
            <w:gridSpan w:val="8"/>
            <w:shd w:val="clear" w:color="auto" w:fill="D9D9D9" w:themeFill="background1" w:themeFillShade="D9"/>
          </w:tcPr>
          <w:p w14:paraId="6EDF84C8" w14:textId="44414C8F" w:rsidR="00BB6761" w:rsidRPr="00432A14" w:rsidRDefault="00002432" w:rsidP="00392B98">
            <w:pPr>
              <w:spacing w:before="40" w:after="40"/>
              <w:rPr>
                <w:b/>
                <w:iCs/>
              </w:rPr>
            </w:pPr>
            <w:r w:rsidRPr="00432A14">
              <w:rPr>
                <w:b/>
                <w:iCs/>
              </w:rPr>
              <w:t>(</w:t>
            </w:r>
            <w:r w:rsidR="00A726F7" w:rsidRPr="00432A14">
              <w:rPr>
                <w:b/>
                <w:iCs/>
              </w:rPr>
              <w:t xml:space="preserve">PARA USO DE OFICINA </w:t>
            </w:r>
            <w:r w:rsidR="007C20B3" w:rsidRPr="00432A14">
              <w:rPr>
                <w:b/>
                <w:iCs/>
              </w:rPr>
              <w:t>QCS</w:t>
            </w:r>
            <w:r w:rsidRPr="00432A14">
              <w:rPr>
                <w:b/>
                <w:iCs/>
              </w:rPr>
              <w:t>)</w:t>
            </w:r>
            <w:r w:rsidR="007E1766" w:rsidRPr="00432A14">
              <w:rPr>
                <w:b/>
                <w:iCs/>
              </w:rPr>
              <w:t xml:space="preserve"> VERIFICA</w:t>
            </w:r>
            <w:r w:rsidR="00A726F7" w:rsidRPr="00432A14">
              <w:rPr>
                <w:b/>
                <w:iCs/>
              </w:rPr>
              <w:t>C</w:t>
            </w:r>
            <w:r w:rsidR="007E1766" w:rsidRPr="00432A14">
              <w:rPr>
                <w:b/>
                <w:iCs/>
              </w:rPr>
              <w:t>I</w:t>
            </w:r>
            <w:r w:rsidR="00A726F7" w:rsidRPr="00432A14">
              <w:rPr>
                <w:b/>
                <w:iCs/>
              </w:rPr>
              <w:t>Ó</w:t>
            </w:r>
            <w:r w:rsidR="007E1766" w:rsidRPr="00432A14">
              <w:rPr>
                <w:b/>
                <w:iCs/>
              </w:rPr>
              <w:t>N</w:t>
            </w:r>
            <w:r w:rsidR="00C62AAF" w:rsidRPr="00432A14">
              <w:rPr>
                <w:b/>
                <w:iCs/>
              </w:rPr>
              <w:t xml:space="preserve"> - </w:t>
            </w:r>
            <w:r w:rsidR="00FE7641" w:rsidRPr="00432A14">
              <w:rPr>
                <w:b/>
                <w:iCs/>
              </w:rPr>
              <w:t>A ser completado por el Revisor o Gerente de Certificación Orgánica</w:t>
            </w:r>
          </w:p>
        </w:tc>
      </w:tr>
      <w:tr w:rsidR="005D56E2" w:rsidRPr="00432A14" w14:paraId="793A86FC" w14:textId="77777777" w:rsidTr="00BD2BEF">
        <w:trPr>
          <w:trHeight w:val="260"/>
          <w:jc w:val="center"/>
        </w:trPr>
        <w:tc>
          <w:tcPr>
            <w:tcW w:w="9355" w:type="dxa"/>
            <w:gridSpan w:val="7"/>
            <w:tcBorders>
              <w:right w:val="nil"/>
            </w:tcBorders>
            <w:shd w:val="clear" w:color="auto" w:fill="auto"/>
          </w:tcPr>
          <w:p w14:paraId="4AE897C0" w14:textId="331A4AFF" w:rsidR="005D56E2" w:rsidRPr="00432A14" w:rsidRDefault="00E54DD2" w:rsidP="00392B98">
            <w:pPr>
              <w:spacing w:before="40"/>
              <w:rPr>
                <w:bCs/>
                <w:iCs/>
              </w:rPr>
            </w:pPr>
            <w:r w:rsidRPr="00432A14">
              <w:rPr>
                <w:bCs/>
                <w:iCs/>
              </w:rPr>
              <w:t>¿Ha verificado que el operador tiene la capacidad de producir la cantidad de producto para cada producto enumerado anteriormente con base en todo lo siguiente</w:t>
            </w:r>
            <w:r w:rsidR="005D56E2" w:rsidRPr="00432A14">
              <w:rPr>
                <w:bCs/>
                <w:iCs/>
              </w:rPr>
              <w:t>?</w:t>
            </w:r>
          </w:p>
          <w:p w14:paraId="6CB22EDF" w14:textId="254AAA4C" w:rsidR="005D56E2" w:rsidRPr="00432A14" w:rsidRDefault="00004E1F" w:rsidP="00BD2BEF">
            <w:pPr>
              <w:pStyle w:val="ListParagraph"/>
              <w:numPr>
                <w:ilvl w:val="0"/>
                <w:numId w:val="38"/>
              </w:numPr>
              <w:ind w:left="360"/>
              <w:rPr>
                <w:bCs/>
                <w:iCs/>
                <w:sz w:val="20"/>
                <w:szCs w:val="22"/>
              </w:rPr>
            </w:pPr>
            <w:r w:rsidRPr="00432A14">
              <w:rPr>
                <w:bCs/>
                <w:iCs/>
                <w:sz w:val="20"/>
                <w:szCs w:val="22"/>
              </w:rPr>
              <w:t>El Plan del Sistema Orgánico describe el sistema de producción para todos los productos enumerados anteriormente</w:t>
            </w:r>
            <w:r w:rsidR="005D56E2" w:rsidRPr="00432A14">
              <w:rPr>
                <w:bCs/>
                <w:iCs/>
                <w:sz w:val="20"/>
                <w:szCs w:val="22"/>
              </w:rPr>
              <w:t>;</w:t>
            </w:r>
          </w:p>
          <w:p w14:paraId="0ABD0066" w14:textId="1DC1DA4E" w:rsidR="005D56E2" w:rsidRPr="00432A14" w:rsidRDefault="00BD2BEF" w:rsidP="00BD2BEF">
            <w:pPr>
              <w:pStyle w:val="ListParagraph"/>
              <w:numPr>
                <w:ilvl w:val="0"/>
                <w:numId w:val="38"/>
              </w:numPr>
              <w:ind w:left="360"/>
              <w:rPr>
                <w:bCs/>
                <w:iCs/>
                <w:sz w:val="20"/>
                <w:szCs w:val="22"/>
              </w:rPr>
            </w:pPr>
            <w:r w:rsidRPr="00432A14">
              <w:rPr>
                <w:bCs/>
                <w:iCs/>
                <w:sz w:val="20"/>
                <w:szCs w:val="22"/>
              </w:rPr>
              <w:t>Todos los productos figuran en el formulario de verificación de productos de la operación</w:t>
            </w:r>
            <w:r w:rsidR="005D56E2" w:rsidRPr="00432A14">
              <w:rPr>
                <w:bCs/>
                <w:iCs/>
                <w:sz w:val="20"/>
                <w:szCs w:val="22"/>
              </w:rPr>
              <w:t xml:space="preserve">; </w:t>
            </w:r>
          </w:p>
          <w:p w14:paraId="171A62C3" w14:textId="10918DA0" w:rsidR="005D56E2" w:rsidRPr="00432A14" w:rsidRDefault="00BD2BEF" w:rsidP="00BD2BEF">
            <w:pPr>
              <w:pStyle w:val="ListParagraph"/>
              <w:numPr>
                <w:ilvl w:val="0"/>
                <w:numId w:val="38"/>
              </w:numPr>
              <w:spacing w:after="40"/>
              <w:ind w:left="360"/>
              <w:rPr>
                <w:bCs/>
                <w:iCs/>
              </w:rPr>
            </w:pPr>
            <w:r w:rsidRPr="00432A14">
              <w:rPr>
                <w:bCs/>
                <w:iCs/>
                <w:sz w:val="20"/>
                <w:szCs w:val="22"/>
              </w:rPr>
              <w:t>El plan del sistema orgánico de la operación y el informe de inspección inicial o anual más reciente demuestran que la operación tiene la capacidad de producir o manejar la cantidad de producto orgánico certificado mencionado anteriormente</w:t>
            </w:r>
            <w:r w:rsidRPr="00432A14">
              <w:rPr>
                <w:bCs/>
                <w:iCs/>
              </w:rPr>
              <w:t>.</w:t>
            </w:r>
          </w:p>
        </w:tc>
        <w:tc>
          <w:tcPr>
            <w:tcW w:w="1491" w:type="dxa"/>
            <w:tcBorders>
              <w:left w:val="nil"/>
            </w:tcBorders>
            <w:shd w:val="clear" w:color="auto" w:fill="auto"/>
            <w:vAlign w:val="center"/>
          </w:tcPr>
          <w:p w14:paraId="60F384CD" w14:textId="37CD637F" w:rsidR="005D56E2" w:rsidRPr="00432A14" w:rsidRDefault="005D56E2" w:rsidP="00BD2BEF">
            <w:pPr>
              <w:spacing w:before="40" w:after="40"/>
              <w:rPr>
                <w:bCs/>
                <w:iCs/>
              </w:rPr>
            </w:pPr>
            <w:r w:rsidRPr="00432A14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</w:rPr>
              <w:instrText xml:space="preserve"> FORMCHECKBOX </w:instrText>
            </w:r>
            <w:r w:rsidR="00E83027" w:rsidRPr="00432A14">
              <w:rPr>
                <w:bCs/>
              </w:rPr>
            </w:r>
            <w:r w:rsidR="00E83027" w:rsidRPr="00432A14">
              <w:rPr>
                <w:bCs/>
              </w:rPr>
              <w:fldChar w:fldCharType="separate"/>
            </w:r>
            <w:r w:rsidRPr="00432A14">
              <w:rPr>
                <w:bCs/>
              </w:rPr>
              <w:fldChar w:fldCharType="end"/>
            </w:r>
            <w:r w:rsidRPr="00432A14">
              <w:rPr>
                <w:bCs/>
              </w:rPr>
              <w:t xml:space="preserve"> </w:t>
            </w:r>
            <w:r w:rsidR="00E06060" w:rsidRPr="00432A14">
              <w:rPr>
                <w:bCs/>
              </w:rPr>
              <w:t>Sí</w:t>
            </w:r>
            <w:r w:rsidRPr="00432A14">
              <w:rPr>
                <w:bCs/>
              </w:rPr>
              <w:t xml:space="preserve">   </w:t>
            </w:r>
            <w:r w:rsidRPr="00432A14">
              <w:rPr>
                <w:bCs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2A14">
              <w:rPr>
                <w:bCs/>
              </w:rPr>
              <w:instrText xml:space="preserve"> FORMCHECKBOX </w:instrText>
            </w:r>
            <w:r w:rsidR="00E83027" w:rsidRPr="00432A14">
              <w:rPr>
                <w:bCs/>
              </w:rPr>
            </w:r>
            <w:r w:rsidR="00E83027" w:rsidRPr="00432A14">
              <w:rPr>
                <w:bCs/>
              </w:rPr>
              <w:fldChar w:fldCharType="separate"/>
            </w:r>
            <w:r w:rsidRPr="00432A14">
              <w:rPr>
                <w:bCs/>
              </w:rPr>
              <w:fldChar w:fldCharType="end"/>
            </w:r>
            <w:r w:rsidRPr="00432A14">
              <w:rPr>
                <w:bCs/>
              </w:rPr>
              <w:t xml:space="preserve"> No</w:t>
            </w:r>
          </w:p>
        </w:tc>
      </w:tr>
      <w:tr w:rsidR="003E56CC" w:rsidRPr="00432A14" w14:paraId="0836BC5C" w14:textId="77777777" w:rsidTr="000F68E0">
        <w:trPr>
          <w:trHeight w:val="80"/>
          <w:jc w:val="center"/>
        </w:trPr>
        <w:tc>
          <w:tcPr>
            <w:tcW w:w="4945" w:type="dxa"/>
            <w:gridSpan w:val="2"/>
            <w:shd w:val="clear" w:color="auto" w:fill="D9D9D9" w:themeFill="background1" w:themeFillShade="D9"/>
          </w:tcPr>
          <w:p w14:paraId="3889065A" w14:textId="663EC300" w:rsidR="003E56CC" w:rsidRPr="00432A14" w:rsidRDefault="00432A14" w:rsidP="00392B98">
            <w:pPr>
              <w:spacing w:before="40" w:after="40"/>
              <w:rPr>
                <w:b/>
                <w:iCs/>
              </w:rPr>
            </w:pPr>
            <w:r w:rsidRPr="00432A14">
              <w:rPr>
                <w:b/>
                <w:iCs/>
              </w:rPr>
              <w:t>Verificado por (Nombre o firma digital)</w:t>
            </w:r>
          </w:p>
        </w:tc>
        <w:tc>
          <w:tcPr>
            <w:tcW w:w="4050" w:type="dxa"/>
            <w:gridSpan w:val="4"/>
            <w:shd w:val="clear" w:color="auto" w:fill="D9D9D9" w:themeFill="background1" w:themeFillShade="D9"/>
          </w:tcPr>
          <w:p w14:paraId="7BC57A1E" w14:textId="06EEE187" w:rsidR="003E56CC" w:rsidRPr="00432A14" w:rsidRDefault="00432A14" w:rsidP="00392B98">
            <w:pPr>
              <w:spacing w:before="40" w:after="40"/>
              <w:rPr>
                <w:b/>
                <w:iCs/>
              </w:rPr>
            </w:pPr>
            <w:r w:rsidRPr="00432A14">
              <w:rPr>
                <w:b/>
                <w:iCs/>
              </w:rPr>
              <w:t>Titulo</w:t>
            </w:r>
          </w:p>
        </w:tc>
        <w:tc>
          <w:tcPr>
            <w:tcW w:w="1851" w:type="dxa"/>
            <w:gridSpan w:val="2"/>
            <w:shd w:val="clear" w:color="auto" w:fill="D9D9D9" w:themeFill="background1" w:themeFillShade="D9"/>
          </w:tcPr>
          <w:p w14:paraId="15A22373" w14:textId="6B520257" w:rsidR="003E56CC" w:rsidRPr="00432A14" w:rsidRDefault="00432A14" w:rsidP="00392B98">
            <w:pPr>
              <w:spacing w:before="40" w:after="40"/>
              <w:rPr>
                <w:b/>
                <w:iCs/>
              </w:rPr>
            </w:pPr>
            <w:r w:rsidRPr="00432A14">
              <w:rPr>
                <w:b/>
                <w:iCs/>
              </w:rPr>
              <w:t>Fecha</w:t>
            </w:r>
          </w:p>
        </w:tc>
      </w:tr>
      <w:tr w:rsidR="003E56CC" w:rsidRPr="00432A14" w14:paraId="2EFC7A27" w14:textId="77777777" w:rsidTr="007E1766">
        <w:trPr>
          <w:trHeight w:val="720"/>
          <w:jc w:val="center"/>
        </w:trPr>
        <w:tc>
          <w:tcPr>
            <w:tcW w:w="4945" w:type="dxa"/>
            <w:gridSpan w:val="2"/>
            <w:shd w:val="clear" w:color="auto" w:fill="auto"/>
            <w:vAlign w:val="bottom"/>
          </w:tcPr>
          <w:p w14:paraId="57B9483E" w14:textId="536031BF" w:rsidR="003E56CC" w:rsidRPr="00432A14" w:rsidRDefault="003E56CC" w:rsidP="00392B98">
            <w:pPr>
              <w:spacing w:before="40" w:after="40"/>
              <w:rPr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4050" w:type="dxa"/>
            <w:gridSpan w:val="4"/>
            <w:shd w:val="clear" w:color="auto" w:fill="auto"/>
            <w:vAlign w:val="bottom"/>
          </w:tcPr>
          <w:p w14:paraId="7A155952" w14:textId="1F19F3F7" w:rsidR="003E56CC" w:rsidRPr="00432A14" w:rsidRDefault="003E56CC" w:rsidP="00392B98">
            <w:pPr>
              <w:spacing w:before="40" w:after="40"/>
              <w:rPr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  <w:tc>
          <w:tcPr>
            <w:tcW w:w="1851" w:type="dxa"/>
            <w:gridSpan w:val="2"/>
            <w:shd w:val="clear" w:color="auto" w:fill="auto"/>
            <w:vAlign w:val="bottom"/>
          </w:tcPr>
          <w:p w14:paraId="7964E6F0" w14:textId="5F536AAE" w:rsidR="003E56CC" w:rsidRPr="00432A14" w:rsidRDefault="003E56CC" w:rsidP="00392B98">
            <w:pPr>
              <w:spacing w:before="40" w:after="40"/>
              <w:rPr>
                <w:bCs/>
                <w:iCs/>
              </w:rPr>
            </w:pPr>
            <w:r w:rsidRPr="00432A14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432A14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Pr="00432A14">
              <w:rPr>
                <w:rFonts w:ascii="Garamond" w:hAnsi="Garamond"/>
                <w:bCs/>
                <w:iCs/>
              </w:rPr>
            </w:r>
            <w:r w:rsidRPr="00432A14">
              <w:rPr>
                <w:rFonts w:ascii="Garamond" w:hAnsi="Garamond"/>
                <w:bCs/>
                <w:iCs/>
              </w:rPr>
              <w:fldChar w:fldCharType="separate"/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t> </w:t>
            </w:r>
            <w:r w:rsidRPr="00432A14">
              <w:rPr>
                <w:rFonts w:ascii="Garamond" w:hAnsi="Garamond"/>
                <w:bCs/>
                <w:iCs/>
              </w:rPr>
              <w:fldChar w:fldCharType="end"/>
            </w:r>
          </w:p>
        </w:tc>
      </w:tr>
    </w:tbl>
    <w:p w14:paraId="7B5ABD42" w14:textId="77777777" w:rsidR="00EF1147" w:rsidRPr="007A07B9" w:rsidRDefault="00EF1147" w:rsidP="001E3C57">
      <w:pPr>
        <w:rPr>
          <w:rFonts w:cstheme="minorHAnsi"/>
          <w:sz w:val="12"/>
          <w:szCs w:val="12"/>
        </w:rPr>
      </w:pPr>
    </w:p>
    <w:sectPr w:rsidR="00EF1147" w:rsidRPr="007A07B9" w:rsidSect="007E1766">
      <w:headerReference w:type="default" r:id="rId11"/>
      <w:footerReference w:type="default" r:id="rId12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E41F5" w14:textId="77777777" w:rsidR="00E51E62" w:rsidRPr="00432A14" w:rsidRDefault="00E51E62">
      <w:r w:rsidRPr="00432A14">
        <w:separator/>
      </w:r>
    </w:p>
  </w:endnote>
  <w:endnote w:type="continuationSeparator" w:id="0">
    <w:p w14:paraId="22F5FC27" w14:textId="77777777" w:rsidR="00E51E62" w:rsidRPr="00432A14" w:rsidRDefault="00E51E62">
      <w:r w:rsidRPr="00432A14">
        <w:continuationSeparator/>
      </w:r>
    </w:p>
  </w:endnote>
  <w:endnote w:type="continuationNotice" w:id="1">
    <w:p w14:paraId="482DD303" w14:textId="77777777" w:rsidR="00E51E62" w:rsidRPr="00432A14" w:rsidRDefault="00E51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938A0" w14:textId="3BA8E760" w:rsidR="00971CED" w:rsidRPr="00432A14" w:rsidRDefault="007E1766" w:rsidP="007E1766">
    <w:pPr>
      <w:pStyle w:val="Footer"/>
      <w:tabs>
        <w:tab w:val="clear" w:pos="4320"/>
        <w:tab w:val="clear" w:pos="8640"/>
      </w:tabs>
      <w:rPr>
        <w:rFonts w:ascii="Garamond" w:hAnsi="Garamond"/>
        <w:sz w:val="20"/>
        <w:szCs w:val="20"/>
      </w:rPr>
    </w:pPr>
    <w:r w:rsidRPr="00432A14">
      <w:rPr>
        <w:rFonts w:ascii="Garamond" w:hAnsi="Garamond"/>
        <w:sz w:val="20"/>
        <w:szCs w:val="20"/>
      </w:rPr>
      <w:t>1C3A10</w:t>
    </w:r>
    <w:r w:rsidR="00396716">
      <w:rPr>
        <w:rFonts w:ascii="Garamond" w:hAnsi="Garamond"/>
        <w:sz w:val="20"/>
        <w:szCs w:val="20"/>
      </w:rPr>
      <w:t>_SP</w:t>
    </w:r>
    <w:r w:rsidRPr="00432A14">
      <w:rPr>
        <w:rFonts w:ascii="Garamond" w:hAnsi="Garamond"/>
        <w:sz w:val="20"/>
        <w:szCs w:val="20"/>
      </w:rPr>
      <w:t>, V1, 06/24/2024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CB875" w14:textId="77777777" w:rsidR="00E51E62" w:rsidRPr="00432A14" w:rsidRDefault="00E51E62">
      <w:r w:rsidRPr="00432A14">
        <w:separator/>
      </w:r>
    </w:p>
  </w:footnote>
  <w:footnote w:type="continuationSeparator" w:id="0">
    <w:p w14:paraId="7C1EBFB9" w14:textId="77777777" w:rsidR="00E51E62" w:rsidRPr="00432A14" w:rsidRDefault="00E51E62">
      <w:r w:rsidRPr="00432A14">
        <w:continuationSeparator/>
      </w:r>
    </w:p>
  </w:footnote>
  <w:footnote w:type="continuationNotice" w:id="1">
    <w:p w14:paraId="29545E9F" w14:textId="77777777" w:rsidR="00E51E62" w:rsidRPr="00432A14" w:rsidRDefault="00E51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5E06B" w14:textId="1D03D04F" w:rsidR="00C46A05" w:rsidRPr="00432A14" w:rsidRDefault="00295C05" w:rsidP="00367FAA">
    <w:pPr>
      <w:pStyle w:val="Header"/>
      <w:jc w:val="right"/>
      <w:rPr>
        <w:sz w:val="8"/>
        <w:szCs w:val="8"/>
      </w:rPr>
    </w:pPr>
    <w:r w:rsidRPr="00432A14">
      <w:rPr>
        <w:rFonts w:ascii="Calibri" w:hAnsi="Calibri" w:cs="Calibri"/>
        <w:b/>
        <w:bCs/>
        <w:sz w:val="32"/>
        <w:szCs w:val="32"/>
      </w:rPr>
      <w:t xml:space="preserve">Plan </w:t>
    </w:r>
    <w:r w:rsidRPr="00432A14">
      <w:rPr>
        <w:rFonts w:ascii="Calibri" w:hAnsi="Calibri" w:cs="Calibri"/>
        <w:b/>
        <w:bCs/>
        <w:sz w:val="32"/>
        <w:szCs w:val="32"/>
      </w:rPr>
      <w:t xml:space="preserve">de Sistema Orgánica </w:t>
    </w:r>
    <w:r w:rsidRPr="00432A14">
      <w:rPr>
        <w:rFonts w:ascii="Calibri" w:hAnsi="Calibri" w:cs="Calibri"/>
        <w:b/>
        <w:bCs/>
        <w:sz w:val="32"/>
        <w:szCs w:val="32"/>
      </w:rPr>
      <w:t>(P</w:t>
    </w:r>
    <w:r w:rsidRPr="00432A14">
      <w:rPr>
        <w:rFonts w:ascii="Calibri" w:hAnsi="Calibri" w:cs="Calibri"/>
        <w:b/>
        <w:bCs/>
        <w:sz w:val="32"/>
        <w:szCs w:val="32"/>
      </w:rPr>
      <w:t>SO</w:t>
    </w:r>
    <w:r w:rsidRPr="00432A14">
      <w:rPr>
        <w:rFonts w:ascii="Calibri" w:hAnsi="Calibri" w:cs="Calibri"/>
        <w:b/>
        <w:bCs/>
        <w:sz w:val="32"/>
        <w:szCs w:val="32"/>
      </w:rPr>
      <w:t>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CF0E89" w:rsidRPr="00432A14" w14:paraId="6466DA4A" w14:textId="77777777" w:rsidTr="00276CC8">
      <w:trPr>
        <w:jc w:val="center"/>
      </w:trPr>
      <w:tc>
        <w:tcPr>
          <w:tcW w:w="3024" w:type="dxa"/>
          <w:vMerge w:val="restart"/>
        </w:tcPr>
        <w:p w14:paraId="31AB3853" w14:textId="77777777" w:rsidR="00CF0E89" w:rsidRPr="00432A14" w:rsidRDefault="00CF0E89" w:rsidP="00CF0E89">
          <w:pPr>
            <w:jc w:val="center"/>
            <w:rPr>
              <w:rFonts w:ascii="Calibri Light" w:hAnsi="Calibri Light" w:cs="Calibri Light"/>
            </w:rPr>
          </w:pPr>
          <w:r w:rsidRPr="00432A14">
            <w:rPr>
              <w:rFonts w:ascii="Calibri Light" w:hAnsi="Calibri Light" w:cs="Calibri Light"/>
            </w:rPr>
            <w:t>www.qcsinfo.org</w:t>
          </w:r>
          <w:r w:rsidRPr="00432A14">
            <w:rPr>
              <w:rFonts w:ascii="Calibri Light" w:hAnsi="Calibri Light" w:cs="Calibri Light"/>
            </w:rPr>
            <w:drawing>
              <wp:anchor distT="0" distB="0" distL="114300" distR="114300" simplePos="0" relativeHeight="251659264" behindDoc="0" locked="0" layoutInCell="1" allowOverlap="1" wp14:anchorId="3687E099" wp14:editId="15C00FE5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109CA4B1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432A14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CF0E89" w:rsidRPr="00432A14" w14:paraId="2F7F024C" w14:textId="77777777" w:rsidTr="00276CC8">
      <w:trPr>
        <w:jc w:val="center"/>
      </w:trPr>
      <w:tc>
        <w:tcPr>
          <w:tcW w:w="3024" w:type="dxa"/>
          <w:vMerge/>
        </w:tcPr>
        <w:p w14:paraId="58D1275E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6AE01CDC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432A14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432A14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32C00A5A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 w:rsidRPr="00432A14">
            <w:rPr>
              <w:rFonts w:ascii="Calibri Light" w:hAnsi="Calibri Light" w:cs="Calibri Light"/>
              <w:sz w:val="16"/>
              <w:szCs w:val="16"/>
            </w:rPr>
            <w:br/>
            <w:t>Gainesville, FL 32608</w:t>
          </w:r>
        </w:p>
        <w:p w14:paraId="0C59DDDD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>Tel: +1 352 377 0133</w:t>
          </w:r>
        </w:p>
        <w:p w14:paraId="6EA11F7B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 xml:space="preserve">Fax: +1 352 377 8363 </w:t>
          </w:r>
        </w:p>
      </w:tc>
      <w:tc>
        <w:tcPr>
          <w:tcW w:w="2957" w:type="dxa"/>
        </w:tcPr>
        <w:p w14:paraId="3641945D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432A1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0CE5962B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5EBEB60D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555B0709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2029B6D8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7B583663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432A1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022B5D78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54AD6E7A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1C742CC5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2FE64202" w14:textId="77777777" w:rsidR="00CF0E89" w:rsidRPr="00432A14" w:rsidRDefault="00CF0E89" w:rsidP="00CF0E89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432A1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4DE0ED0B" w14:textId="77777777" w:rsidR="00CF0E89" w:rsidRPr="00432A14" w:rsidRDefault="00CF0E89" w:rsidP="00C46A05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A34E48"/>
    <w:multiLevelType w:val="hybridMultilevel"/>
    <w:tmpl w:val="C4848522"/>
    <w:lvl w:ilvl="0" w:tplc="D842DC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F0478"/>
    <w:multiLevelType w:val="hybridMultilevel"/>
    <w:tmpl w:val="8620EB4C"/>
    <w:lvl w:ilvl="0" w:tplc="82A210C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7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 w15:restartNumberingAfterBreak="0">
    <w:nsid w:val="61110C00"/>
    <w:multiLevelType w:val="hybridMultilevel"/>
    <w:tmpl w:val="E2043346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5670590A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22E5A"/>
    <w:multiLevelType w:val="hybridMultilevel"/>
    <w:tmpl w:val="67AEE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6A79D8"/>
    <w:multiLevelType w:val="hybridMultilevel"/>
    <w:tmpl w:val="47223DD8"/>
    <w:lvl w:ilvl="0" w:tplc="E9E699F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B244A0"/>
    <w:multiLevelType w:val="hybridMultilevel"/>
    <w:tmpl w:val="2736B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5"/>
  </w:num>
  <w:num w:numId="2" w16cid:durableId="1049182217">
    <w:abstractNumId w:val="29"/>
  </w:num>
  <w:num w:numId="3" w16cid:durableId="1802110088">
    <w:abstractNumId w:val="18"/>
  </w:num>
  <w:num w:numId="4" w16cid:durableId="251666782">
    <w:abstractNumId w:val="24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1"/>
  </w:num>
  <w:num w:numId="16" w16cid:durableId="456686638">
    <w:abstractNumId w:val="13"/>
  </w:num>
  <w:num w:numId="17" w16cid:durableId="939917980">
    <w:abstractNumId w:val="20"/>
  </w:num>
  <w:num w:numId="18" w16cid:durableId="1696073736">
    <w:abstractNumId w:val="17"/>
  </w:num>
  <w:num w:numId="19" w16cid:durableId="1751391910">
    <w:abstractNumId w:val="11"/>
  </w:num>
  <w:num w:numId="20" w16cid:durableId="1161694474">
    <w:abstractNumId w:val="33"/>
  </w:num>
  <w:num w:numId="21" w16cid:durableId="1678574777">
    <w:abstractNumId w:val="12"/>
  </w:num>
  <w:num w:numId="22" w16cid:durableId="1209106061">
    <w:abstractNumId w:val="19"/>
  </w:num>
  <w:num w:numId="23" w16cid:durableId="972255355">
    <w:abstractNumId w:val="28"/>
  </w:num>
  <w:num w:numId="24" w16cid:durableId="131145826">
    <w:abstractNumId w:val="37"/>
  </w:num>
  <w:num w:numId="25" w16cid:durableId="2086948730">
    <w:abstractNumId w:val="26"/>
  </w:num>
  <w:num w:numId="26" w16cid:durableId="1188954963">
    <w:abstractNumId w:val="27"/>
  </w:num>
  <w:num w:numId="27" w16cid:durableId="895971202">
    <w:abstractNumId w:val="15"/>
  </w:num>
  <w:num w:numId="28" w16cid:durableId="34670001">
    <w:abstractNumId w:val="14"/>
  </w:num>
  <w:num w:numId="29" w16cid:durableId="274793865">
    <w:abstractNumId w:val="34"/>
  </w:num>
  <w:num w:numId="30" w16cid:durableId="1930112071">
    <w:abstractNumId w:val="30"/>
  </w:num>
  <w:num w:numId="31" w16cid:durableId="952786317">
    <w:abstractNumId w:val="23"/>
  </w:num>
  <w:num w:numId="32" w16cid:durableId="808134614">
    <w:abstractNumId w:val="22"/>
  </w:num>
  <w:num w:numId="33" w16cid:durableId="847522613">
    <w:abstractNumId w:val="21"/>
  </w:num>
  <w:num w:numId="34" w16cid:durableId="1353458633">
    <w:abstractNumId w:val="10"/>
  </w:num>
  <w:num w:numId="35" w16cid:durableId="886260899">
    <w:abstractNumId w:val="16"/>
  </w:num>
  <w:num w:numId="36" w16cid:durableId="1609771871">
    <w:abstractNumId w:val="36"/>
  </w:num>
  <w:num w:numId="37" w16cid:durableId="718554762">
    <w:abstractNumId w:val="25"/>
  </w:num>
  <w:num w:numId="38" w16cid:durableId="2020430121">
    <w:abstractNumId w:val="3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Uy9Mem4GDIDIrWCjWSalg2Lu45ZGRXHTQduUaGxobhgQc+P10rhFYehtFXbRgMqVRy3wbx4Vl7ljEHD52f/xcw==" w:salt="cmzM3Nht9cCx1N0RJkXpOA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2432"/>
    <w:rsid w:val="00004E1F"/>
    <w:rsid w:val="0000689B"/>
    <w:rsid w:val="0001231F"/>
    <w:rsid w:val="00012D8F"/>
    <w:rsid w:val="000137BD"/>
    <w:rsid w:val="00014D4C"/>
    <w:rsid w:val="00022251"/>
    <w:rsid w:val="00022C21"/>
    <w:rsid w:val="000261D2"/>
    <w:rsid w:val="00027601"/>
    <w:rsid w:val="00030CA7"/>
    <w:rsid w:val="000320D0"/>
    <w:rsid w:val="00032A4B"/>
    <w:rsid w:val="00032E4E"/>
    <w:rsid w:val="00034CEC"/>
    <w:rsid w:val="00035319"/>
    <w:rsid w:val="00035B38"/>
    <w:rsid w:val="00035EC4"/>
    <w:rsid w:val="000366F2"/>
    <w:rsid w:val="00043873"/>
    <w:rsid w:val="00043F6B"/>
    <w:rsid w:val="00044634"/>
    <w:rsid w:val="00047919"/>
    <w:rsid w:val="00047965"/>
    <w:rsid w:val="0005033B"/>
    <w:rsid w:val="00050421"/>
    <w:rsid w:val="00051318"/>
    <w:rsid w:val="000530CF"/>
    <w:rsid w:val="000538E9"/>
    <w:rsid w:val="00054489"/>
    <w:rsid w:val="00054B87"/>
    <w:rsid w:val="00055406"/>
    <w:rsid w:val="00055709"/>
    <w:rsid w:val="00060846"/>
    <w:rsid w:val="000609D0"/>
    <w:rsid w:val="00061307"/>
    <w:rsid w:val="00063889"/>
    <w:rsid w:val="0006420D"/>
    <w:rsid w:val="000677CC"/>
    <w:rsid w:val="0007604A"/>
    <w:rsid w:val="00077DD4"/>
    <w:rsid w:val="00080743"/>
    <w:rsid w:val="00085971"/>
    <w:rsid w:val="00086BA2"/>
    <w:rsid w:val="00090AF9"/>
    <w:rsid w:val="000946EF"/>
    <w:rsid w:val="00095B94"/>
    <w:rsid w:val="00096E83"/>
    <w:rsid w:val="0009786D"/>
    <w:rsid w:val="000A3576"/>
    <w:rsid w:val="000A3D72"/>
    <w:rsid w:val="000A3F01"/>
    <w:rsid w:val="000A4802"/>
    <w:rsid w:val="000A492E"/>
    <w:rsid w:val="000B169E"/>
    <w:rsid w:val="000B22E9"/>
    <w:rsid w:val="000B383D"/>
    <w:rsid w:val="000B3BAE"/>
    <w:rsid w:val="000B4556"/>
    <w:rsid w:val="000B6ABD"/>
    <w:rsid w:val="000B77F5"/>
    <w:rsid w:val="000C0D4E"/>
    <w:rsid w:val="000C3660"/>
    <w:rsid w:val="000C3E56"/>
    <w:rsid w:val="000C59A1"/>
    <w:rsid w:val="000D1FDC"/>
    <w:rsid w:val="000D238E"/>
    <w:rsid w:val="000D2E6D"/>
    <w:rsid w:val="000D40AC"/>
    <w:rsid w:val="000D4906"/>
    <w:rsid w:val="000D725C"/>
    <w:rsid w:val="000E1719"/>
    <w:rsid w:val="000E1E4F"/>
    <w:rsid w:val="000E33AA"/>
    <w:rsid w:val="000E3431"/>
    <w:rsid w:val="000E565F"/>
    <w:rsid w:val="000E5AC4"/>
    <w:rsid w:val="000E5CD7"/>
    <w:rsid w:val="000F08F6"/>
    <w:rsid w:val="000F29B8"/>
    <w:rsid w:val="000F337D"/>
    <w:rsid w:val="000F6868"/>
    <w:rsid w:val="000F68E0"/>
    <w:rsid w:val="00101099"/>
    <w:rsid w:val="001025B4"/>
    <w:rsid w:val="00104CEC"/>
    <w:rsid w:val="00106D5D"/>
    <w:rsid w:val="00113F06"/>
    <w:rsid w:val="00122732"/>
    <w:rsid w:val="0012547D"/>
    <w:rsid w:val="00125E17"/>
    <w:rsid w:val="0012778D"/>
    <w:rsid w:val="00131982"/>
    <w:rsid w:val="00133175"/>
    <w:rsid w:val="00133A7C"/>
    <w:rsid w:val="00134BD7"/>
    <w:rsid w:val="0013752B"/>
    <w:rsid w:val="00137FAE"/>
    <w:rsid w:val="001415B2"/>
    <w:rsid w:val="0014279D"/>
    <w:rsid w:val="00144373"/>
    <w:rsid w:val="00151DB7"/>
    <w:rsid w:val="001538C3"/>
    <w:rsid w:val="001539EA"/>
    <w:rsid w:val="00153E7E"/>
    <w:rsid w:val="001573D1"/>
    <w:rsid w:val="0015752A"/>
    <w:rsid w:val="001604C9"/>
    <w:rsid w:val="001629D4"/>
    <w:rsid w:val="001641DD"/>
    <w:rsid w:val="00165E67"/>
    <w:rsid w:val="001712DE"/>
    <w:rsid w:val="001715D1"/>
    <w:rsid w:val="001747A7"/>
    <w:rsid w:val="001806D1"/>
    <w:rsid w:val="001822DC"/>
    <w:rsid w:val="0018263E"/>
    <w:rsid w:val="0018288A"/>
    <w:rsid w:val="0018392E"/>
    <w:rsid w:val="00185A5F"/>
    <w:rsid w:val="00190116"/>
    <w:rsid w:val="0019051C"/>
    <w:rsid w:val="001908C9"/>
    <w:rsid w:val="00190D61"/>
    <w:rsid w:val="00193DC0"/>
    <w:rsid w:val="00195903"/>
    <w:rsid w:val="0019666A"/>
    <w:rsid w:val="001A0446"/>
    <w:rsid w:val="001A1EAB"/>
    <w:rsid w:val="001A3021"/>
    <w:rsid w:val="001A5360"/>
    <w:rsid w:val="001B1D46"/>
    <w:rsid w:val="001B24CF"/>
    <w:rsid w:val="001B3355"/>
    <w:rsid w:val="001C05C2"/>
    <w:rsid w:val="001C0D53"/>
    <w:rsid w:val="001C1BB3"/>
    <w:rsid w:val="001C6119"/>
    <w:rsid w:val="001C632F"/>
    <w:rsid w:val="001D0CBE"/>
    <w:rsid w:val="001D35E2"/>
    <w:rsid w:val="001D37C8"/>
    <w:rsid w:val="001D37F3"/>
    <w:rsid w:val="001D37F9"/>
    <w:rsid w:val="001D5610"/>
    <w:rsid w:val="001E0E85"/>
    <w:rsid w:val="001E154F"/>
    <w:rsid w:val="001E20AE"/>
    <w:rsid w:val="001E223C"/>
    <w:rsid w:val="001E3C57"/>
    <w:rsid w:val="001E3F08"/>
    <w:rsid w:val="001E4551"/>
    <w:rsid w:val="001F1B2B"/>
    <w:rsid w:val="001F1E78"/>
    <w:rsid w:val="001F2B49"/>
    <w:rsid w:val="001F3046"/>
    <w:rsid w:val="001F331B"/>
    <w:rsid w:val="001F6DA9"/>
    <w:rsid w:val="002001CB"/>
    <w:rsid w:val="002055B7"/>
    <w:rsid w:val="00206159"/>
    <w:rsid w:val="00206DE1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75E3"/>
    <w:rsid w:val="00230293"/>
    <w:rsid w:val="00233AE0"/>
    <w:rsid w:val="00234FB9"/>
    <w:rsid w:val="002377AC"/>
    <w:rsid w:val="002415C5"/>
    <w:rsid w:val="00241A81"/>
    <w:rsid w:val="00242CEE"/>
    <w:rsid w:val="00244116"/>
    <w:rsid w:val="00245C2D"/>
    <w:rsid w:val="00245DC9"/>
    <w:rsid w:val="00250E86"/>
    <w:rsid w:val="002516DD"/>
    <w:rsid w:val="00251B4B"/>
    <w:rsid w:val="002524B4"/>
    <w:rsid w:val="002631CB"/>
    <w:rsid w:val="00265658"/>
    <w:rsid w:val="00266174"/>
    <w:rsid w:val="002666B2"/>
    <w:rsid w:val="00272325"/>
    <w:rsid w:val="002728E1"/>
    <w:rsid w:val="00280F35"/>
    <w:rsid w:val="0028195B"/>
    <w:rsid w:val="00282FEE"/>
    <w:rsid w:val="00284F6C"/>
    <w:rsid w:val="00285657"/>
    <w:rsid w:val="00285C0A"/>
    <w:rsid w:val="002865C6"/>
    <w:rsid w:val="00286AB1"/>
    <w:rsid w:val="002932E7"/>
    <w:rsid w:val="002934EF"/>
    <w:rsid w:val="00293879"/>
    <w:rsid w:val="002948FD"/>
    <w:rsid w:val="00295353"/>
    <w:rsid w:val="00295C05"/>
    <w:rsid w:val="002A2017"/>
    <w:rsid w:val="002A53E8"/>
    <w:rsid w:val="002A63E1"/>
    <w:rsid w:val="002A7944"/>
    <w:rsid w:val="002B0969"/>
    <w:rsid w:val="002B191B"/>
    <w:rsid w:val="002B2523"/>
    <w:rsid w:val="002B2C5E"/>
    <w:rsid w:val="002B58BF"/>
    <w:rsid w:val="002B6655"/>
    <w:rsid w:val="002B6E74"/>
    <w:rsid w:val="002C0DB7"/>
    <w:rsid w:val="002C114A"/>
    <w:rsid w:val="002C5504"/>
    <w:rsid w:val="002C5DC7"/>
    <w:rsid w:val="002D0883"/>
    <w:rsid w:val="002D1263"/>
    <w:rsid w:val="002D1659"/>
    <w:rsid w:val="002D1743"/>
    <w:rsid w:val="002D1814"/>
    <w:rsid w:val="002D1B97"/>
    <w:rsid w:val="002D3609"/>
    <w:rsid w:val="002E27D3"/>
    <w:rsid w:val="002E453C"/>
    <w:rsid w:val="002E4544"/>
    <w:rsid w:val="002E75CE"/>
    <w:rsid w:val="002F30AF"/>
    <w:rsid w:val="002F6D86"/>
    <w:rsid w:val="002F75F0"/>
    <w:rsid w:val="003009A6"/>
    <w:rsid w:val="00302B3A"/>
    <w:rsid w:val="00302C5C"/>
    <w:rsid w:val="00303811"/>
    <w:rsid w:val="00303D2E"/>
    <w:rsid w:val="00304261"/>
    <w:rsid w:val="00307312"/>
    <w:rsid w:val="003125D2"/>
    <w:rsid w:val="00314B63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440E7"/>
    <w:rsid w:val="00344561"/>
    <w:rsid w:val="00345178"/>
    <w:rsid w:val="00345A38"/>
    <w:rsid w:val="00345A6E"/>
    <w:rsid w:val="003461A8"/>
    <w:rsid w:val="003529F0"/>
    <w:rsid w:val="00353708"/>
    <w:rsid w:val="00355C0C"/>
    <w:rsid w:val="0036158E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664A8"/>
    <w:rsid w:val="00367FAA"/>
    <w:rsid w:val="003741E8"/>
    <w:rsid w:val="00380373"/>
    <w:rsid w:val="0038106F"/>
    <w:rsid w:val="003844EF"/>
    <w:rsid w:val="00387AF6"/>
    <w:rsid w:val="00391EF0"/>
    <w:rsid w:val="00392B98"/>
    <w:rsid w:val="00394C89"/>
    <w:rsid w:val="003950EF"/>
    <w:rsid w:val="00396716"/>
    <w:rsid w:val="00397DD4"/>
    <w:rsid w:val="003A1650"/>
    <w:rsid w:val="003A2701"/>
    <w:rsid w:val="003A3DF4"/>
    <w:rsid w:val="003A5F27"/>
    <w:rsid w:val="003B10D6"/>
    <w:rsid w:val="003B125B"/>
    <w:rsid w:val="003B6C1A"/>
    <w:rsid w:val="003B7914"/>
    <w:rsid w:val="003C0778"/>
    <w:rsid w:val="003C2B0C"/>
    <w:rsid w:val="003C2E62"/>
    <w:rsid w:val="003C6D11"/>
    <w:rsid w:val="003D2D17"/>
    <w:rsid w:val="003D2F38"/>
    <w:rsid w:val="003D3D4E"/>
    <w:rsid w:val="003D44A8"/>
    <w:rsid w:val="003E1D6E"/>
    <w:rsid w:val="003E55BA"/>
    <w:rsid w:val="003E56CC"/>
    <w:rsid w:val="003E6915"/>
    <w:rsid w:val="003E6C13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25DC"/>
    <w:rsid w:val="00413E46"/>
    <w:rsid w:val="00415688"/>
    <w:rsid w:val="00416C87"/>
    <w:rsid w:val="004215B6"/>
    <w:rsid w:val="00422A8C"/>
    <w:rsid w:val="00424AC3"/>
    <w:rsid w:val="00424D07"/>
    <w:rsid w:val="004257BF"/>
    <w:rsid w:val="0042689A"/>
    <w:rsid w:val="00431292"/>
    <w:rsid w:val="00432A14"/>
    <w:rsid w:val="00433C3A"/>
    <w:rsid w:val="00436FE6"/>
    <w:rsid w:val="0043742C"/>
    <w:rsid w:val="00440DDB"/>
    <w:rsid w:val="00441314"/>
    <w:rsid w:val="00441A4B"/>
    <w:rsid w:val="00442EF2"/>
    <w:rsid w:val="00447876"/>
    <w:rsid w:val="00454A50"/>
    <w:rsid w:val="00455FA4"/>
    <w:rsid w:val="00456CAC"/>
    <w:rsid w:val="00460C2C"/>
    <w:rsid w:val="00461690"/>
    <w:rsid w:val="00461FA0"/>
    <w:rsid w:val="00463A7F"/>
    <w:rsid w:val="004661E3"/>
    <w:rsid w:val="00467E18"/>
    <w:rsid w:val="004722B5"/>
    <w:rsid w:val="0047358B"/>
    <w:rsid w:val="00473612"/>
    <w:rsid w:val="004756AE"/>
    <w:rsid w:val="00480786"/>
    <w:rsid w:val="00482345"/>
    <w:rsid w:val="00484C93"/>
    <w:rsid w:val="00484D09"/>
    <w:rsid w:val="00484D27"/>
    <w:rsid w:val="00485704"/>
    <w:rsid w:val="00487A41"/>
    <w:rsid w:val="00487BAB"/>
    <w:rsid w:val="00492086"/>
    <w:rsid w:val="004952DF"/>
    <w:rsid w:val="00496233"/>
    <w:rsid w:val="004968C2"/>
    <w:rsid w:val="004A07DC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C3D52"/>
    <w:rsid w:val="004D086D"/>
    <w:rsid w:val="004D1E64"/>
    <w:rsid w:val="004D28D7"/>
    <w:rsid w:val="004D31E9"/>
    <w:rsid w:val="004D39C5"/>
    <w:rsid w:val="004D5222"/>
    <w:rsid w:val="004E0438"/>
    <w:rsid w:val="004E08D4"/>
    <w:rsid w:val="004E08DB"/>
    <w:rsid w:val="004E2A0D"/>
    <w:rsid w:val="004E3A15"/>
    <w:rsid w:val="004E3CA7"/>
    <w:rsid w:val="004E49CE"/>
    <w:rsid w:val="004E65D5"/>
    <w:rsid w:val="004E6665"/>
    <w:rsid w:val="004E6799"/>
    <w:rsid w:val="004E6A28"/>
    <w:rsid w:val="004E7D8E"/>
    <w:rsid w:val="004F0A8B"/>
    <w:rsid w:val="004F4B72"/>
    <w:rsid w:val="004F534A"/>
    <w:rsid w:val="004F5551"/>
    <w:rsid w:val="004F57C8"/>
    <w:rsid w:val="004F5E84"/>
    <w:rsid w:val="004F6F89"/>
    <w:rsid w:val="004F7629"/>
    <w:rsid w:val="00500FC2"/>
    <w:rsid w:val="00503A2E"/>
    <w:rsid w:val="00505D40"/>
    <w:rsid w:val="0050760B"/>
    <w:rsid w:val="00512163"/>
    <w:rsid w:val="00514CA4"/>
    <w:rsid w:val="00516643"/>
    <w:rsid w:val="005218BB"/>
    <w:rsid w:val="005218CE"/>
    <w:rsid w:val="00523740"/>
    <w:rsid w:val="00523B03"/>
    <w:rsid w:val="00525811"/>
    <w:rsid w:val="00525F01"/>
    <w:rsid w:val="00527ACC"/>
    <w:rsid w:val="005322B3"/>
    <w:rsid w:val="005331EA"/>
    <w:rsid w:val="0053795B"/>
    <w:rsid w:val="00540E56"/>
    <w:rsid w:val="005413A4"/>
    <w:rsid w:val="0054154F"/>
    <w:rsid w:val="00542FD9"/>
    <w:rsid w:val="00543281"/>
    <w:rsid w:val="005449B4"/>
    <w:rsid w:val="00547B8F"/>
    <w:rsid w:val="00552CBC"/>
    <w:rsid w:val="00561C36"/>
    <w:rsid w:val="0056233C"/>
    <w:rsid w:val="00563A6E"/>
    <w:rsid w:val="005672BC"/>
    <w:rsid w:val="005704C8"/>
    <w:rsid w:val="00571134"/>
    <w:rsid w:val="005715FE"/>
    <w:rsid w:val="0057168D"/>
    <w:rsid w:val="005718A1"/>
    <w:rsid w:val="00573846"/>
    <w:rsid w:val="005757C5"/>
    <w:rsid w:val="00575FA6"/>
    <w:rsid w:val="00582831"/>
    <w:rsid w:val="00582F5C"/>
    <w:rsid w:val="00583360"/>
    <w:rsid w:val="0058608D"/>
    <w:rsid w:val="00586CE6"/>
    <w:rsid w:val="005913B7"/>
    <w:rsid w:val="00591A9F"/>
    <w:rsid w:val="00591D1D"/>
    <w:rsid w:val="00592077"/>
    <w:rsid w:val="005944C8"/>
    <w:rsid w:val="00596358"/>
    <w:rsid w:val="00597B1F"/>
    <w:rsid w:val="005A2F9E"/>
    <w:rsid w:val="005A4C68"/>
    <w:rsid w:val="005A7163"/>
    <w:rsid w:val="005A74D7"/>
    <w:rsid w:val="005B0676"/>
    <w:rsid w:val="005B0AE9"/>
    <w:rsid w:val="005B14D8"/>
    <w:rsid w:val="005B1BFF"/>
    <w:rsid w:val="005B217F"/>
    <w:rsid w:val="005B3E7D"/>
    <w:rsid w:val="005B4E30"/>
    <w:rsid w:val="005C039F"/>
    <w:rsid w:val="005C06FC"/>
    <w:rsid w:val="005C0766"/>
    <w:rsid w:val="005C17EE"/>
    <w:rsid w:val="005C3870"/>
    <w:rsid w:val="005C4219"/>
    <w:rsid w:val="005C5437"/>
    <w:rsid w:val="005C65FA"/>
    <w:rsid w:val="005D02EC"/>
    <w:rsid w:val="005D08EA"/>
    <w:rsid w:val="005D4634"/>
    <w:rsid w:val="005D46BD"/>
    <w:rsid w:val="005D4F14"/>
    <w:rsid w:val="005D56E2"/>
    <w:rsid w:val="005D66A6"/>
    <w:rsid w:val="005D6A8D"/>
    <w:rsid w:val="005D76B6"/>
    <w:rsid w:val="005E08F4"/>
    <w:rsid w:val="005E163A"/>
    <w:rsid w:val="005E1A92"/>
    <w:rsid w:val="005E1CD0"/>
    <w:rsid w:val="005E4670"/>
    <w:rsid w:val="005E46A0"/>
    <w:rsid w:val="005E66C3"/>
    <w:rsid w:val="005E77F4"/>
    <w:rsid w:val="005F12AE"/>
    <w:rsid w:val="005F274A"/>
    <w:rsid w:val="005F2DFA"/>
    <w:rsid w:val="005F5183"/>
    <w:rsid w:val="005F57DA"/>
    <w:rsid w:val="005F59D8"/>
    <w:rsid w:val="005F6CC0"/>
    <w:rsid w:val="005F715A"/>
    <w:rsid w:val="005F7A34"/>
    <w:rsid w:val="0060081E"/>
    <w:rsid w:val="00601F27"/>
    <w:rsid w:val="00603B49"/>
    <w:rsid w:val="00603E65"/>
    <w:rsid w:val="0060623D"/>
    <w:rsid w:val="00610771"/>
    <w:rsid w:val="006111DB"/>
    <w:rsid w:val="00611BFF"/>
    <w:rsid w:val="00613599"/>
    <w:rsid w:val="00614871"/>
    <w:rsid w:val="00615113"/>
    <w:rsid w:val="00615443"/>
    <w:rsid w:val="00615752"/>
    <w:rsid w:val="00616546"/>
    <w:rsid w:val="00617866"/>
    <w:rsid w:val="00620C54"/>
    <w:rsid w:val="00620CBF"/>
    <w:rsid w:val="00621889"/>
    <w:rsid w:val="006228E0"/>
    <w:rsid w:val="00624AE9"/>
    <w:rsid w:val="00625D38"/>
    <w:rsid w:val="00626A4D"/>
    <w:rsid w:val="00626AE5"/>
    <w:rsid w:val="00626CB8"/>
    <w:rsid w:val="00630FA5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72B5"/>
    <w:rsid w:val="00647A81"/>
    <w:rsid w:val="00656801"/>
    <w:rsid w:val="00657E9F"/>
    <w:rsid w:val="006606FF"/>
    <w:rsid w:val="00661B51"/>
    <w:rsid w:val="00664D96"/>
    <w:rsid w:val="00666263"/>
    <w:rsid w:val="00666B2C"/>
    <w:rsid w:val="006674A1"/>
    <w:rsid w:val="006677C8"/>
    <w:rsid w:val="00676BD6"/>
    <w:rsid w:val="00685468"/>
    <w:rsid w:val="00685C9C"/>
    <w:rsid w:val="00685E4E"/>
    <w:rsid w:val="00690150"/>
    <w:rsid w:val="00690518"/>
    <w:rsid w:val="0069123B"/>
    <w:rsid w:val="00697946"/>
    <w:rsid w:val="00697999"/>
    <w:rsid w:val="006A0628"/>
    <w:rsid w:val="006A1E1C"/>
    <w:rsid w:val="006A2550"/>
    <w:rsid w:val="006A3E90"/>
    <w:rsid w:val="006A45DB"/>
    <w:rsid w:val="006B0B8C"/>
    <w:rsid w:val="006B1B23"/>
    <w:rsid w:val="006B32B5"/>
    <w:rsid w:val="006B3F80"/>
    <w:rsid w:val="006B4FBD"/>
    <w:rsid w:val="006B664E"/>
    <w:rsid w:val="006B7DA2"/>
    <w:rsid w:val="006C0675"/>
    <w:rsid w:val="006C12F1"/>
    <w:rsid w:val="006C13CF"/>
    <w:rsid w:val="006C5A60"/>
    <w:rsid w:val="006D05A6"/>
    <w:rsid w:val="006D08D7"/>
    <w:rsid w:val="006D0919"/>
    <w:rsid w:val="006D26E8"/>
    <w:rsid w:val="006D5E24"/>
    <w:rsid w:val="006D69AE"/>
    <w:rsid w:val="006D71A6"/>
    <w:rsid w:val="006D7D3B"/>
    <w:rsid w:val="006E2F10"/>
    <w:rsid w:val="006E31D7"/>
    <w:rsid w:val="006E3231"/>
    <w:rsid w:val="006F0FF5"/>
    <w:rsid w:val="006F24D5"/>
    <w:rsid w:val="006F29C6"/>
    <w:rsid w:val="006F533A"/>
    <w:rsid w:val="006F58B8"/>
    <w:rsid w:val="006F7B81"/>
    <w:rsid w:val="00700ADF"/>
    <w:rsid w:val="00700BEB"/>
    <w:rsid w:val="0070209A"/>
    <w:rsid w:val="00702346"/>
    <w:rsid w:val="00702440"/>
    <w:rsid w:val="0070311A"/>
    <w:rsid w:val="00703539"/>
    <w:rsid w:val="0070608E"/>
    <w:rsid w:val="007060F5"/>
    <w:rsid w:val="00706A53"/>
    <w:rsid w:val="007072C8"/>
    <w:rsid w:val="00712F75"/>
    <w:rsid w:val="007143FF"/>
    <w:rsid w:val="0071552F"/>
    <w:rsid w:val="00715895"/>
    <w:rsid w:val="00715B55"/>
    <w:rsid w:val="0071707B"/>
    <w:rsid w:val="007203CA"/>
    <w:rsid w:val="00721878"/>
    <w:rsid w:val="00721976"/>
    <w:rsid w:val="00722152"/>
    <w:rsid w:val="00722B89"/>
    <w:rsid w:val="007279F4"/>
    <w:rsid w:val="00732AF1"/>
    <w:rsid w:val="0073427D"/>
    <w:rsid w:val="00736F4C"/>
    <w:rsid w:val="00740FA1"/>
    <w:rsid w:val="00742445"/>
    <w:rsid w:val="007434EF"/>
    <w:rsid w:val="00744984"/>
    <w:rsid w:val="00746B6E"/>
    <w:rsid w:val="00751376"/>
    <w:rsid w:val="007607B4"/>
    <w:rsid w:val="00764574"/>
    <w:rsid w:val="0076506D"/>
    <w:rsid w:val="0076592B"/>
    <w:rsid w:val="0077032A"/>
    <w:rsid w:val="00770FE3"/>
    <w:rsid w:val="00771403"/>
    <w:rsid w:val="00772F31"/>
    <w:rsid w:val="0077323D"/>
    <w:rsid w:val="00773FE7"/>
    <w:rsid w:val="0077418D"/>
    <w:rsid w:val="00776E93"/>
    <w:rsid w:val="00780331"/>
    <w:rsid w:val="0078045E"/>
    <w:rsid w:val="007825BC"/>
    <w:rsid w:val="00782B36"/>
    <w:rsid w:val="00782BE2"/>
    <w:rsid w:val="00783AF8"/>
    <w:rsid w:val="00784073"/>
    <w:rsid w:val="00784077"/>
    <w:rsid w:val="00785866"/>
    <w:rsid w:val="00785DA2"/>
    <w:rsid w:val="00787BC5"/>
    <w:rsid w:val="00790913"/>
    <w:rsid w:val="0079174D"/>
    <w:rsid w:val="00792B09"/>
    <w:rsid w:val="00796BC1"/>
    <w:rsid w:val="00796BCE"/>
    <w:rsid w:val="00797471"/>
    <w:rsid w:val="007A07B9"/>
    <w:rsid w:val="007A3CAF"/>
    <w:rsid w:val="007A4C21"/>
    <w:rsid w:val="007A4CCA"/>
    <w:rsid w:val="007A5137"/>
    <w:rsid w:val="007B02C2"/>
    <w:rsid w:val="007B7F27"/>
    <w:rsid w:val="007B7F89"/>
    <w:rsid w:val="007C0379"/>
    <w:rsid w:val="007C178B"/>
    <w:rsid w:val="007C1892"/>
    <w:rsid w:val="007C1C8F"/>
    <w:rsid w:val="007C20B3"/>
    <w:rsid w:val="007C3467"/>
    <w:rsid w:val="007C5276"/>
    <w:rsid w:val="007C58C0"/>
    <w:rsid w:val="007C663C"/>
    <w:rsid w:val="007D0934"/>
    <w:rsid w:val="007D3C80"/>
    <w:rsid w:val="007D4B4E"/>
    <w:rsid w:val="007D5F8B"/>
    <w:rsid w:val="007D6C18"/>
    <w:rsid w:val="007D7263"/>
    <w:rsid w:val="007E1234"/>
    <w:rsid w:val="007E1766"/>
    <w:rsid w:val="007E218B"/>
    <w:rsid w:val="007E277B"/>
    <w:rsid w:val="007E40A4"/>
    <w:rsid w:val="007E5A7F"/>
    <w:rsid w:val="007F4486"/>
    <w:rsid w:val="007F490D"/>
    <w:rsid w:val="007F4DD0"/>
    <w:rsid w:val="007F4FF8"/>
    <w:rsid w:val="007F5494"/>
    <w:rsid w:val="007F549E"/>
    <w:rsid w:val="007F562F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202EF"/>
    <w:rsid w:val="00820712"/>
    <w:rsid w:val="00821B50"/>
    <w:rsid w:val="0082315F"/>
    <w:rsid w:val="00824088"/>
    <w:rsid w:val="0082527F"/>
    <w:rsid w:val="00830DCE"/>
    <w:rsid w:val="00833DC1"/>
    <w:rsid w:val="0083606C"/>
    <w:rsid w:val="00836111"/>
    <w:rsid w:val="0083784B"/>
    <w:rsid w:val="008379D3"/>
    <w:rsid w:val="0084263D"/>
    <w:rsid w:val="008436F4"/>
    <w:rsid w:val="00843E18"/>
    <w:rsid w:val="008453C2"/>
    <w:rsid w:val="00852256"/>
    <w:rsid w:val="00852975"/>
    <w:rsid w:val="00854DCB"/>
    <w:rsid w:val="0085602D"/>
    <w:rsid w:val="00857B7A"/>
    <w:rsid w:val="00860051"/>
    <w:rsid w:val="00861348"/>
    <w:rsid w:val="00862364"/>
    <w:rsid w:val="008648CE"/>
    <w:rsid w:val="00866B34"/>
    <w:rsid w:val="00871351"/>
    <w:rsid w:val="00872EC9"/>
    <w:rsid w:val="0087301A"/>
    <w:rsid w:val="00873803"/>
    <w:rsid w:val="00874668"/>
    <w:rsid w:val="0087566A"/>
    <w:rsid w:val="00875C8B"/>
    <w:rsid w:val="008767E9"/>
    <w:rsid w:val="00881092"/>
    <w:rsid w:val="00881A9E"/>
    <w:rsid w:val="00882149"/>
    <w:rsid w:val="00884B72"/>
    <w:rsid w:val="0088755B"/>
    <w:rsid w:val="0088766C"/>
    <w:rsid w:val="008877DD"/>
    <w:rsid w:val="0089238C"/>
    <w:rsid w:val="00892707"/>
    <w:rsid w:val="00894076"/>
    <w:rsid w:val="00895C0A"/>
    <w:rsid w:val="008A0DC5"/>
    <w:rsid w:val="008A2E12"/>
    <w:rsid w:val="008A3A50"/>
    <w:rsid w:val="008A4D5C"/>
    <w:rsid w:val="008A51E0"/>
    <w:rsid w:val="008A6AE4"/>
    <w:rsid w:val="008A6BA5"/>
    <w:rsid w:val="008B176C"/>
    <w:rsid w:val="008B1845"/>
    <w:rsid w:val="008B19E5"/>
    <w:rsid w:val="008B3319"/>
    <w:rsid w:val="008B471B"/>
    <w:rsid w:val="008B704A"/>
    <w:rsid w:val="008B70CD"/>
    <w:rsid w:val="008B7558"/>
    <w:rsid w:val="008C04F6"/>
    <w:rsid w:val="008C3128"/>
    <w:rsid w:val="008C3D46"/>
    <w:rsid w:val="008C4A2C"/>
    <w:rsid w:val="008D028A"/>
    <w:rsid w:val="008D318D"/>
    <w:rsid w:val="008D43D3"/>
    <w:rsid w:val="008D5BF7"/>
    <w:rsid w:val="008D70B3"/>
    <w:rsid w:val="008D7402"/>
    <w:rsid w:val="008D75CD"/>
    <w:rsid w:val="008E24CA"/>
    <w:rsid w:val="008E2D23"/>
    <w:rsid w:val="008E3117"/>
    <w:rsid w:val="008E3724"/>
    <w:rsid w:val="008E4041"/>
    <w:rsid w:val="008E4BA0"/>
    <w:rsid w:val="008E7976"/>
    <w:rsid w:val="008E7C99"/>
    <w:rsid w:val="008F5304"/>
    <w:rsid w:val="008F5BCB"/>
    <w:rsid w:val="008F66C6"/>
    <w:rsid w:val="009005FF"/>
    <w:rsid w:val="00903295"/>
    <w:rsid w:val="0090469D"/>
    <w:rsid w:val="009061EE"/>
    <w:rsid w:val="00906448"/>
    <w:rsid w:val="00907509"/>
    <w:rsid w:val="00907A06"/>
    <w:rsid w:val="00914942"/>
    <w:rsid w:val="009150C5"/>
    <w:rsid w:val="00917659"/>
    <w:rsid w:val="00920BBF"/>
    <w:rsid w:val="00920CC5"/>
    <w:rsid w:val="0092139C"/>
    <w:rsid w:val="0092268F"/>
    <w:rsid w:val="00922D95"/>
    <w:rsid w:val="009234AF"/>
    <w:rsid w:val="00923768"/>
    <w:rsid w:val="00926645"/>
    <w:rsid w:val="009322C4"/>
    <w:rsid w:val="00933C53"/>
    <w:rsid w:val="00934EAA"/>
    <w:rsid w:val="009352AA"/>
    <w:rsid w:val="00935E96"/>
    <w:rsid w:val="009363D4"/>
    <w:rsid w:val="00937CA3"/>
    <w:rsid w:val="0094184D"/>
    <w:rsid w:val="009429C8"/>
    <w:rsid w:val="009433CB"/>
    <w:rsid w:val="00943617"/>
    <w:rsid w:val="009452FB"/>
    <w:rsid w:val="0095175B"/>
    <w:rsid w:val="00951CAC"/>
    <w:rsid w:val="009524CA"/>
    <w:rsid w:val="0095304B"/>
    <w:rsid w:val="00953CC0"/>
    <w:rsid w:val="009547E2"/>
    <w:rsid w:val="00954F79"/>
    <w:rsid w:val="00955280"/>
    <w:rsid w:val="009567C1"/>
    <w:rsid w:val="00957778"/>
    <w:rsid w:val="00957C96"/>
    <w:rsid w:val="009600F8"/>
    <w:rsid w:val="0096242B"/>
    <w:rsid w:val="00962633"/>
    <w:rsid w:val="00962C0D"/>
    <w:rsid w:val="009640C3"/>
    <w:rsid w:val="0096564D"/>
    <w:rsid w:val="00965EF3"/>
    <w:rsid w:val="00967FC5"/>
    <w:rsid w:val="009714B9"/>
    <w:rsid w:val="00971794"/>
    <w:rsid w:val="00971CED"/>
    <w:rsid w:val="00975DD0"/>
    <w:rsid w:val="00977825"/>
    <w:rsid w:val="009804C5"/>
    <w:rsid w:val="00982842"/>
    <w:rsid w:val="0098643C"/>
    <w:rsid w:val="00987EB7"/>
    <w:rsid w:val="009904CA"/>
    <w:rsid w:val="00992393"/>
    <w:rsid w:val="00993B14"/>
    <w:rsid w:val="0099543F"/>
    <w:rsid w:val="009955E5"/>
    <w:rsid w:val="009957F5"/>
    <w:rsid w:val="009A1BA9"/>
    <w:rsid w:val="009A36AA"/>
    <w:rsid w:val="009A712C"/>
    <w:rsid w:val="009A79CC"/>
    <w:rsid w:val="009A7F70"/>
    <w:rsid w:val="009B268D"/>
    <w:rsid w:val="009B6206"/>
    <w:rsid w:val="009B6578"/>
    <w:rsid w:val="009B7D02"/>
    <w:rsid w:val="009C347B"/>
    <w:rsid w:val="009C629E"/>
    <w:rsid w:val="009C67B8"/>
    <w:rsid w:val="009C78B9"/>
    <w:rsid w:val="009D0B47"/>
    <w:rsid w:val="009D275B"/>
    <w:rsid w:val="009D38B5"/>
    <w:rsid w:val="009D4133"/>
    <w:rsid w:val="009D49CF"/>
    <w:rsid w:val="009D6EDF"/>
    <w:rsid w:val="009E279B"/>
    <w:rsid w:val="009E4B0D"/>
    <w:rsid w:val="009E4BA9"/>
    <w:rsid w:val="009E4C88"/>
    <w:rsid w:val="009E4ED8"/>
    <w:rsid w:val="009E4EDA"/>
    <w:rsid w:val="009E7791"/>
    <w:rsid w:val="009F0378"/>
    <w:rsid w:val="009F0923"/>
    <w:rsid w:val="009F148D"/>
    <w:rsid w:val="009F4047"/>
    <w:rsid w:val="009F5529"/>
    <w:rsid w:val="00A00008"/>
    <w:rsid w:val="00A023AE"/>
    <w:rsid w:val="00A046CC"/>
    <w:rsid w:val="00A04E60"/>
    <w:rsid w:val="00A051D4"/>
    <w:rsid w:val="00A05776"/>
    <w:rsid w:val="00A05938"/>
    <w:rsid w:val="00A05BED"/>
    <w:rsid w:val="00A06961"/>
    <w:rsid w:val="00A11AB7"/>
    <w:rsid w:val="00A127E5"/>
    <w:rsid w:val="00A14964"/>
    <w:rsid w:val="00A1757A"/>
    <w:rsid w:val="00A17D96"/>
    <w:rsid w:val="00A212B4"/>
    <w:rsid w:val="00A25CD2"/>
    <w:rsid w:val="00A26664"/>
    <w:rsid w:val="00A27A3B"/>
    <w:rsid w:val="00A30D74"/>
    <w:rsid w:val="00A3119C"/>
    <w:rsid w:val="00A32493"/>
    <w:rsid w:val="00A3332F"/>
    <w:rsid w:val="00A3341C"/>
    <w:rsid w:val="00A34359"/>
    <w:rsid w:val="00A357FA"/>
    <w:rsid w:val="00A40D4D"/>
    <w:rsid w:val="00A42B6B"/>
    <w:rsid w:val="00A43C87"/>
    <w:rsid w:val="00A45D01"/>
    <w:rsid w:val="00A45F33"/>
    <w:rsid w:val="00A47B4F"/>
    <w:rsid w:val="00A51220"/>
    <w:rsid w:val="00A519A2"/>
    <w:rsid w:val="00A52A7C"/>
    <w:rsid w:val="00A554FF"/>
    <w:rsid w:val="00A56B0A"/>
    <w:rsid w:val="00A57C81"/>
    <w:rsid w:val="00A60077"/>
    <w:rsid w:val="00A61D28"/>
    <w:rsid w:val="00A622A2"/>
    <w:rsid w:val="00A6377A"/>
    <w:rsid w:val="00A65E55"/>
    <w:rsid w:val="00A65FF0"/>
    <w:rsid w:val="00A66400"/>
    <w:rsid w:val="00A666B3"/>
    <w:rsid w:val="00A66C3A"/>
    <w:rsid w:val="00A67B1C"/>
    <w:rsid w:val="00A719D9"/>
    <w:rsid w:val="00A7245F"/>
    <w:rsid w:val="00A726F7"/>
    <w:rsid w:val="00A72FEF"/>
    <w:rsid w:val="00A766F6"/>
    <w:rsid w:val="00A77EB9"/>
    <w:rsid w:val="00A77FAA"/>
    <w:rsid w:val="00A8099F"/>
    <w:rsid w:val="00A816B8"/>
    <w:rsid w:val="00A81B3B"/>
    <w:rsid w:val="00A834CC"/>
    <w:rsid w:val="00A837D5"/>
    <w:rsid w:val="00A90954"/>
    <w:rsid w:val="00A91234"/>
    <w:rsid w:val="00A919D5"/>
    <w:rsid w:val="00A91B98"/>
    <w:rsid w:val="00A96E94"/>
    <w:rsid w:val="00A97C7A"/>
    <w:rsid w:val="00A97D68"/>
    <w:rsid w:val="00AA0A24"/>
    <w:rsid w:val="00AA400E"/>
    <w:rsid w:val="00AA6083"/>
    <w:rsid w:val="00AA6663"/>
    <w:rsid w:val="00AA77E7"/>
    <w:rsid w:val="00AB0CDF"/>
    <w:rsid w:val="00AB23FD"/>
    <w:rsid w:val="00AB305F"/>
    <w:rsid w:val="00AB6E95"/>
    <w:rsid w:val="00AB7A2D"/>
    <w:rsid w:val="00AC024A"/>
    <w:rsid w:val="00AC0D4B"/>
    <w:rsid w:val="00AC0EBA"/>
    <w:rsid w:val="00AC21C0"/>
    <w:rsid w:val="00AC4AA5"/>
    <w:rsid w:val="00AD1C0C"/>
    <w:rsid w:val="00AD234B"/>
    <w:rsid w:val="00AD4CB0"/>
    <w:rsid w:val="00AD7115"/>
    <w:rsid w:val="00AE1AA0"/>
    <w:rsid w:val="00AE1C11"/>
    <w:rsid w:val="00AE1DF8"/>
    <w:rsid w:val="00AE326D"/>
    <w:rsid w:val="00AE47A2"/>
    <w:rsid w:val="00AE4D97"/>
    <w:rsid w:val="00AF3322"/>
    <w:rsid w:val="00AF50A8"/>
    <w:rsid w:val="00B00398"/>
    <w:rsid w:val="00B006AE"/>
    <w:rsid w:val="00B01135"/>
    <w:rsid w:val="00B0393D"/>
    <w:rsid w:val="00B04897"/>
    <w:rsid w:val="00B0571B"/>
    <w:rsid w:val="00B064BF"/>
    <w:rsid w:val="00B06633"/>
    <w:rsid w:val="00B06722"/>
    <w:rsid w:val="00B11090"/>
    <w:rsid w:val="00B11BFC"/>
    <w:rsid w:val="00B1453D"/>
    <w:rsid w:val="00B14A5E"/>
    <w:rsid w:val="00B153D3"/>
    <w:rsid w:val="00B15D43"/>
    <w:rsid w:val="00B17AD3"/>
    <w:rsid w:val="00B22C28"/>
    <w:rsid w:val="00B24346"/>
    <w:rsid w:val="00B255E2"/>
    <w:rsid w:val="00B2569A"/>
    <w:rsid w:val="00B26161"/>
    <w:rsid w:val="00B27DB2"/>
    <w:rsid w:val="00B30A80"/>
    <w:rsid w:val="00B31B79"/>
    <w:rsid w:val="00B35B0E"/>
    <w:rsid w:val="00B3631F"/>
    <w:rsid w:val="00B40087"/>
    <w:rsid w:val="00B40F29"/>
    <w:rsid w:val="00B419DC"/>
    <w:rsid w:val="00B44249"/>
    <w:rsid w:val="00B449ED"/>
    <w:rsid w:val="00B44E98"/>
    <w:rsid w:val="00B45A93"/>
    <w:rsid w:val="00B462A2"/>
    <w:rsid w:val="00B500CA"/>
    <w:rsid w:val="00B53B44"/>
    <w:rsid w:val="00B55C19"/>
    <w:rsid w:val="00B55EEF"/>
    <w:rsid w:val="00B5674D"/>
    <w:rsid w:val="00B57DE6"/>
    <w:rsid w:val="00B60F24"/>
    <w:rsid w:val="00B63332"/>
    <w:rsid w:val="00B65672"/>
    <w:rsid w:val="00B664A3"/>
    <w:rsid w:val="00B70017"/>
    <w:rsid w:val="00B7028A"/>
    <w:rsid w:val="00B72ABD"/>
    <w:rsid w:val="00B74A69"/>
    <w:rsid w:val="00B758E0"/>
    <w:rsid w:val="00B805FB"/>
    <w:rsid w:val="00B82B96"/>
    <w:rsid w:val="00B842C4"/>
    <w:rsid w:val="00B84608"/>
    <w:rsid w:val="00B903B2"/>
    <w:rsid w:val="00B906C0"/>
    <w:rsid w:val="00B92585"/>
    <w:rsid w:val="00B95A4D"/>
    <w:rsid w:val="00B96A26"/>
    <w:rsid w:val="00B96BE7"/>
    <w:rsid w:val="00BA059F"/>
    <w:rsid w:val="00BA188B"/>
    <w:rsid w:val="00BA5F09"/>
    <w:rsid w:val="00BA619B"/>
    <w:rsid w:val="00BA79F7"/>
    <w:rsid w:val="00BB031C"/>
    <w:rsid w:val="00BB3237"/>
    <w:rsid w:val="00BB6304"/>
    <w:rsid w:val="00BB6761"/>
    <w:rsid w:val="00BB74EB"/>
    <w:rsid w:val="00BC1691"/>
    <w:rsid w:val="00BC251F"/>
    <w:rsid w:val="00BC25BC"/>
    <w:rsid w:val="00BC3853"/>
    <w:rsid w:val="00BC6276"/>
    <w:rsid w:val="00BC74AC"/>
    <w:rsid w:val="00BD0858"/>
    <w:rsid w:val="00BD1C36"/>
    <w:rsid w:val="00BD2BEF"/>
    <w:rsid w:val="00BD3134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868"/>
    <w:rsid w:val="00BE3C80"/>
    <w:rsid w:val="00BE4EC6"/>
    <w:rsid w:val="00BE59EB"/>
    <w:rsid w:val="00BE7272"/>
    <w:rsid w:val="00BE740C"/>
    <w:rsid w:val="00BE79FF"/>
    <w:rsid w:val="00BE7B6F"/>
    <w:rsid w:val="00BF0AD6"/>
    <w:rsid w:val="00BF28A9"/>
    <w:rsid w:val="00BF4127"/>
    <w:rsid w:val="00BF4923"/>
    <w:rsid w:val="00BF5340"/>
    <w:rsid w:val="00BF7380"/>
    <w:rsid w:val="00C00864"/>
    <w:rsid w:val="00C037C4"/>
    <w:rsid w:val="00C0494C"/>
    <w:rsid w:val="00C04FDF"/>
    <w:rsid w:val="00C06029"/>
    <w:rsid w:val="00C10AFF"/>
    <w:rsid w:val="00C114DE"/>
    <w:rsid w:val="00C129CA"/>
    <w:rsid w:val="00C16E1E"/>
    <w:rsid w:val="00C17D95"/>
    <w:rsid w:val="00C2295E"/>
    <w:rsid w:val="00C27ABE"/>
    <w:rsid w:val="00C3244E"/>
    <w:rsid w:val="00C34204"/>
    <w:rsid w:val="00C35F1A"/>
    <w:rsid w:val="00C43A72"/>
    <w:rsid w:val="00C44A6B"/>
    <w:rsid w:val="00C45F9F"/>
    <w:rsid w:val="00C46A05"/>
    <w:rsid w:val="00C478AD"/>
    <w:rsid w:val="00C47AB7"/>
    <w:rsid w:val="00C5030D"/>
    <w:rsid w:val="00C521A5"/>
    <w:rsid w:val="00C52744"/>
    <w:rsid w:val="00C529A0"/>
    <w:rsid w:val="00C566BB"/>
    <w:rsid w:val="00C57CB3"/>
    <w:rsid w:val="00C606EC"/>
    <w:rsid w:val="00C60F9A"/>
    <w:rsid w:val="00C62AAF"/>
    <w:rsid w:val="00C63862"/>
    <w:rsid w:val="00C6395E"/>
    <w:rsid w:val="00C65B1C"/>
    <w:rsid w:val="00C66809"/>
    <w:rsid w:val="00C66E4C"/>
    <w:rsid w:val="00C700DD"/>
    <w:rsid w:val="00C7225B"/>
    <w:rsid w:val="00C72AD5"/>
    <w:rsid w:val="00C72AEC"/>
    <w:rsid w:val="00C7733B"/>
    <w:rsid w:val="00C81C00"/>
    <w:rsid w:val="00C82314"/>
    <w:rsid w:val="00C859CD"/>
    <w:rsid w:val="00C868A1"/>
    <w:rsid w:val="00C876F7"/>
    <w:rsid w:val="00C87C06"/>
    <w:rsid w:val="00C87EE8"/>
    <w:rsid w:val="00C90370"/>
    <w:rsid w:val="00C90935"/>
    <w:rsid w:val="00C91167"/>
    <w:rsid w:val="00C9180A"/>
    <w:rsid w:val="00C9333B"/>
    <w:rsid w:val="00C972C4"/>
    <w:rsid w:val="00CA215B"/>
    <w:rsid w:val="00CA25A0"/>
    <w:rsid w:val="00CA683A"/>
    <w:rsid w:val="00CA761D"/>
    <w:rsid w:val="00CB13EE"/>
    <w:rsid w:val="00CB21B6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6D44"/>
    <w:rsid w:val="00CC7B41"/>
    <w:rsid w:val="00CC7F85"/>
    <w:rsid w:val="00CD1012"/>
    <w:rsid w:val="00CD1FD4"/>
    <w:rsid w:val="00CD2336"/>
    <w:rsid w:val="00CD36D7"/>
    <w:rsid w:val="00CD448A"/>
    <w:rsid w:val="00CD7DD8"/>
    <w:rsid w:val="00CE15CA"/>
    <w:rsid w:val="00CE46D0"/>
    <w:rsid w:val="00CE4803"/>
    <w:rsid w:val="00CE4E30"/>
    <w:rsid w:val="00CE561E"/>
    <w:rsid w:val="00CF0E89"/>
    <w:rsid w:val="00CF151F"/>
    <w:rsid w:val="00CF20F0"/>
    <w:rsid w:val="00CF2243"/>
    <w:rsid w:val="00CF25AB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1462"/>
    <w:rsid w:val="00D1214B"/>
    <w:rsid w:val="00D12794"/>
    <w:rsid w:val="00D145D3"/>
    <w:rsid w:val="00D150AB"/>
    <w:rsid w:val="00D1617A"/>
    <w:rsid w:val="00D17656"/>
    <w:rsid w:val="00D2133B"/>
    <w:rsid w:val="00D24409"/>
    <w:rsid w:val="00D24FC7"/>
    <w:rsid w:val="00D25BD0"/>
    <w:rsid w:val="00D3091A"/>
    <w:rsid w:val="00D3393D"/>
    <w:rsid w:val="00D33B42"/>
    <w:rsid w:val="00D33F78"/>
    <w:rsid w:val="00D3440B"/>
    <w:rsid w:val="00D345C0"/>
    <w:rsid w:val="00D34AF1"/>
    <w:rsid w:val="00D34E59"/>
    <w:rsid w:val="00D403CD"/>
    <w:rsid w:val="00D427B8"/>
    <w:rsid w:val="00D42AA2"/>
    <w:rsid w:val="00D448C2"/>
    <w:rsid w:val="00D46F30"/>
    <w:rsid w:val="00D51F77"/>
    <w:rsid w:val="00D52B8B"/>
    <w:rsid w:val="00D53972"/>
    <w:rsid w:val="00D54433"/>
    <w:rsid w:val="00D55F5E"/>
    <w:rsid w:val="00D55F70"/>
    <w:rsid w:val="00D607D6"/>
    <w:rsid w:val="00D62B01"/>
    <w:rsid w:val="00D65026"/>
    <w:rsid w:val="00D6589E"/>
    <w:rsid w:val="00D6620A"/>
    <w:rsid w:val="00D67160"/>
    <w:rsid w:val="00D67836"/>
    <w:rsid w:val="00D67912"/>
    <w:rsid w:val="00D679DF"/>
    <w:rsid w:val="00D7273C"/>
    <w:rsid w:val="00D7366F"/>
    <w:rsid w:val="00D73A5E"/>
    <w:rsid w:val="00D73F54"/>
    <w:rsid w:val="00D75291"/>
    <w:rsid w:val="00D777C4"/>
    <w:rsid w:val="00D87347"/>
    <w:rsid w:val="00D90C21"/>
    <w:rsid w:val="00D9308A"/>
    <w:rsid w:val="00D94A62"/>
    <w:rsid w:val="00D95542"/>
    <w:rsid w:val="00D97104"/>
    <w:rsid w:val="00D97229"/>
    <w:rsid w:val="00DA0D4A"/>
    <w:rsid w:val="00DA1BE1"/>
    <w:rsid w:val="00DA4BC5"/>
    <w:rsid w:val="00DA5920"/>
    <w:rsid w:val="00DA65C0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DF61AC"/>
    <w:rsid w:val="00E02801"/>
    <w:rsid w:val="00E03DE7"/>
    <w:rsid w:val="00E04505"/>
    <w:rsid w:val="00E0521F"/>
    <w:rsid w:val="00E05808"/>
    <w:rsid w:val="00E06060"/>
    <w:rsid w:val="00E0667F"/>
    <w:rsid w:val="00E06E60"/>
    <w:rsid w:val="00E1059B"/>
    <w:rsid w:val="00E11938"/>
    <w:rsid w:val="00E14862"/>
    <w:rsid w:val="00E15AE3"/>
    <w:rsid w:val="00E15D0E"/>
    <w:rsid w:val="00E20F46"/>
    <w:rsid w:val="00E21E07"/>
    <w:rsid w:val="00E21F4D"/>
    <w:rsid w:val="00E23F96"/>
    <w:rsid w:val="00E24F2B"/>
    <w:rsid w:val="00E2622E"/>
    <w:rsid w:val="00E264CB"/>
    <w:rsid w:val="00E30036"/>
    <w:rsid w:val="00E3224B"/>
    <w:rsid w:val="00E325F9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4B4"/>
    <w:rsid w:val="00E4786D"/>
    <w:rsid w:val="00E5015D"/>
    <w:rsid w:val="00E51E62"/>
    <w:rsid w:val="00E52627"/>
    <w:rsid w:val="00E52DDA"/>
    <w:rsid w:val="00E54DD2"/>
    <w:rsid w:val="00E5573F"/>
    <w:rsid w:val="00E55768"/>
    <w:rsid w:val="00E56844"/>
    <w:rsid w:val="00E569CE"/>
    <w:rsid w:val="00E56B09"/>
    <w:rsid w:val="00E56FA6"/>
    <w:rsid w:val="00E57186"/>
    <w:rsid w:val="00E57C62"/>
    <w:rsid w:val="00E61567"/>
    <w:rsid w:val="00E62A21"/>
    <w:rsid w:val="00E646A0"/>
    <w:rsid w:val="00E65E25"/>
    <w:rsid w:val="00E711A0"/>
    <w:rsid w:val="00E72EDC"/>
    <w:rsid w:val="00E73C0B"/>
    <w:rsid w:val="00E755E2"/>
    <w:rsid w:val="00E76939"/>
    <w:rsid w:val="00E828B7"/>
    <w:rsid w:val="00E83027"/>
    <w:rsid w:val="00E85F02"/>
    <w:rsid w:val="00E87E3C"/>
    <w:rsid w:val="00E90664"/>
    <w:rsid w:val="00E92001"/>
    <w:rsid w:val="00E93F92"/>
    <w:rsid w:val="00EA0523"/>
    <w:rsid w:val="00EA0D29"/>
    <w:rsid w:val="00EA1457"/>
    <w:rsid w:val="00EA1C61"/>
    <w:rsid w:val="00EA3855"/>
    <w:rsid w:val="00EA4E7C"/>
    <w:rsid w:val="00EB03EC"/>
    <w:rsid w:val="00EB1BA0"/>
    <w:rsid w:val="00EB2B18"/>
    <w:rsid w:val="00EB2F40"/>
    <w:rsid w:val="00EB7740"/>
    <w:rsid w:val="00EC0616"/>
    <w:rsid w:val="00EC16A3"/>
    <w:rsid w:val="00EC61AC"/>
    <w:rsid w:val="00EC636B"/>
    <w:rsid w:val="00EC67B5"/>
    <w:rsid w:val="00EC7A94"/>
    <w:rsid w:val="00ED2909"/>
    <w:rsid w:val="00ED2CAE"/>
    <w:rsid w:val="00ED7624"/>
    <w:rsid w:val="00ED7C7F"/>
    <w:rsid w:val="00EE2877"/>
    <w:rsid w:val="00EE598F"/>
    <w:rsid w:val="00EE5CB7"/>
    <w:rsid w:val="00EF108C"/>
    <w:rsid w:val="00EF1147"/>
    <w:rsid w:val="00EF146D"/>
    <w:rsid w:val="00EF5128"/>
    <w:rsid w:val="00EF6B3D"/>
    <w:rsid w:val="00EF6B43"/>
    <w:rsid w:val="00F008FD"/>
    <w:rsid w:val="00F00CC6"/>
    <w:rsid w:val="00F02274"/>
    <w:rsid w:val="00F03D67"/>
    <w:rsid w:val="00F04CF4"/>
    <w:rsid w:val="00F04D91"/>
    <w:rsid w:val="00F07623"/>
    <w:rsid w:val="00F11FAF"/>
    <w:rsid w:val="00F12049"/>
    <w:rsid w:val="00F12DCC"/>
    <w:rsid w:val="00F17A2D"/>
    <w:rsid w:val="00F21545"/>
    <w:rsid w:val="00F21930"/>
    <w:rsid w:val="00F21F94"/>
    <w:rsid w:val="00F23799"/>
    <w:rsid w:val="00F3014F"/>
    <w:rsid w:val="00F36C82"/>
    <w:rsid w:val="00F411D3"/>
    <w:rsid w:val="00F432D3"/>
    <w:rsid w:val="00F473B8"/>
    <w:rsid w:val="00F47C8B"/>
    <w:rsid w:val="00F50101"/>
    <w:rsid w:val="00F51047"/>
    <w:rsid w:val="00F5303F"/>
    <w:rsid w:val="00F60650"/>
    <w:rsid w:val="00F60F7B"/>
    <w:rsid w:val="00F62663"/>
    <w:rsid w:val="00F629EF"/>
    <w:rsid w:val="00F65272"/>
    <w:rsid w:val="00F65274"/>
    <w:rsid w:val="00F67EC8"/>
    <w:rsid w:val="00F70B52"/>
    <w:rsid w:val="00F71239"/>
    <w:rsid w:val="00F71611"/>
    <w:rsid w:val="00F718F1"/>
    <w:rsid w:val="00F725E0"/>
    <w:rsid w:val="00F72B05"/>
    <w:rsid w:val="00F7477E"/>
    <w:rsid w:val="00F7540A"/>
    <w:rsid w:val="00F81177"/>
    <w:rsid w:val="00F84A8C"/>
    <w:rsid w:val="00F86776"/>
    <w:rsid w:val="00F87EEB"/>
    <w:rsid w:val="00F9179B"/>
    <w:rsid w:val="00F92BDD"/>
    <w:rsid w:val="00F95A69"/>
    <w:rsid w:val="00FA2BED"/>
    <w:rsid w:val="00FA4F72"/>
    <w:rsid w:val="00FA5445"/>
    <w:rsid w:val="00FA56A9"/>
    <w:rsid w:val="00FA627A"/>
    <w:rsid w:val="00FA7588"/>
    <w:rsid w:val="00FB05DE"/>
    <w:rsid w:val="00FB2FF9"/>
    <w:rsid w:val="00FB3531"/>
    <w:rsid w:val="00FB3564"/>
    <w:rsid w:val="00FB591F"/>
    <w:rsid w:val="00FB775B"/>
    <w:rsid w:val="00FB79E1"/>
    <w:rsid w:val="00FC2150"/>
    <w:rsid w:val="00FC4680"/>
    <w:rsid w:val="00FC50DE"/>
    <w:rsid w:val="00FC5245"/>
    <w:rsid w:val="00FC5939"/>
    <w:rsid w:val="00FC5A3D"/>
    <w:rsid w:val="00FC722C"/>
    <w:rsid w:val="00FD0513"/>
    <w:rsid w:val="00FD3A06"/>
    <w:rsid w:val="00FD3A1A"/>
    <w:rsid w:val="00FD403A"/>
    <w:rsid w:val="00FD4845"/>
    <w:rsid w:val="00FE08C2"/>
    <w:rsid w:val="00FE2963"/>
    <w:rsid w:val="00FE36DA"/>
    <w:rsid w:val="00FE4D62"/>
    <w:rsid w:val="00FE6B4A"/>
    <w:rsid w:val="00FE7641"/>
    <w:rsid w:val="00FF4B19"/>
    <w:rsid w:val="00FF530C"/>
    <w:rsid w:val="00FF673B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5F57E05-0974-4612-815F-6CE079C2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  <w:lang w:val="es-419"/>
    </w:rPr>
  </w:style>
  <w:style w:type="paragraph" w:styleId="Heading1">
    <w:name w:val="heading 1"/>
    <w:basedOn w:val="Normal"/>
    <w:next w:val="Normal"/>
    <w:link w:val="Heading1Char"/>
    <w:qFormat/>
    <w:rsid w:val="00EA1457"/>
    <w:pPr>
      <w:keepNext/>
      <w:spacing w:before="40" w:after="40"/>
      <w:outlineLvl w:val="0"/>
    </w:pPr>
    <w:rPr>
      <w:rFonts w:cs="Tahoma"/>
      <w:b/>
      <w:sz w:val="28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rsid w:val="00EA1457"/>
    <w:rPr>
      <w:rFonts w:ascii="Arial Narrow" w:hAnsi="Arial Narrow" w:cs="Tahoma"/>
      <w:b/>
      <w:sz w:val="28"/>
      <w:szCs w:val="24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outlineLvl w:val="9"/>
    </w:pPr>
    <w:rPr>
      <w:rFonts w:ascii="Cambria" w:hAnsi="Cambria" w:cs="Times New Roman"/>
      <w:bCs/>
      <w:smallCaps/>
      <w:kern w:val="32"/>
      <w:sz w:val="24"/>
      <w:szCs w:val="22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  <SharedWithUsers xmlns="26d81215-cfa5-4b41-94b0-2827e70eb11a">
      <UserInfo>
        <DisplayName/>
        <AccountId xsi:nil="true"/>
        <AccountType/>
      </UserInfo>
    </SharedWithUsers>
    <MediaLengthInSeconds xmlns="769612c4-c021-4b5c-a664-ed7cb5476d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3F6F5852-9B98-4070-A0B4-8DD94A78B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230502.dotx</Template>
  <TotalTime>1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Ricardo Areingdale - QCS</cp:lastModifiedBy>
  <cp:revision>3</cp:revision>
  <cp:lastPrinted>2015-01-21T12:40:00Z</cp:lastPrinted>
  <dcterms:created xsi:type="dcterms:W3CDTF">2024-06-25T13:44:00Z</dcterms:created>
  <dcterms:modified xsi:type="dcterms:W3CDTF">2024-06-25T13:45:00Z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Order">
    <vt:r8>914500</vt:r8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